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F5F88" w14:textId="77777777" w:rsidR="006D663D" w:rsidRPr="00B255D3" w:rsidRDefault="00FC7B6D" w:rsidP="00FD771F">
      <w:pPr>
        <w:tabs>
          <w:tab w:val="left" w:pos="7531"/>
        </w:tabs>
        <w:rPr>
          <w:rFonts w:ascii="Lucida Sans" w:hAnsi="Lucida Sans" w:cs="Lucida Sans Unicode"/>
        </w:rPr>
      </w:pPr>
      <w:r>
        <w:rPr>
          <w:rFonts w:ascii="Lucida Sans" w:hAnsi="Lucida Sans" w:cs="Lucida Sans Unicode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0074D68" wp14:editId="5331506B">
                <wp:simplePos x="0" y="0"/>
                <wp:positionH relativeFrom="column">
                  <wp:posOffset>5600700</wp:posOffset>
                </wp:positionH>
                <wp:positionV relativeFrom="paragraph">
                  <wp:posOffset>-452755</wp:posOffset>
                </wp:positionV>
                <wp:extent cx="800100" cy="164465"/>
                <wp:effectExtent l="0" t="4445" r="0" b="0"/>
                <wp:wrapNone/>
                <wp:docPr id="1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64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441pt;margin-top:-35.6pt;width:63pt;height:12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" stroked="f"/>
            </w:pict>
          </mc:Fallback>
        </mc:AlternateContent>
      </w:r>
      <w:r>
        <w:rPr>
          <w:rFonts w:ascii="Lucida Sans" w:hAnsi="Lucida Sans" w:cs="Lucida Sans Unicode"/>
          <w:noProof/>
          <w:lang w:val="de-DE" w:eastAsia="de-DE"/>
        </w:rPr>
        <w:drawing>
          <wp:anchor distT="0" distB="0" distL="114300" distR="114300" simplePos="0" relativeHeight="251660288" behindDoc="0" locked="1" layoutInCell="1" allowOverlap="1" wp14:anchorId="25E6F735" wp14:editId="28A67A08">
            <wp:simplePos x="0" y="0"/>
            <wp:positionH relativeFrom="column">
              <wp:posOffset>4572000</wp:posOffset>
            </wp:positionH>
            <wp:positionV relativeFrom="page">
              <wp:posOffset>943610</wp:posOffset>
            </wp:positionV>
            <wp:extent cx="868045" cy="869950"/>
            <wp:effectExtent l="0" t="0" r="0" b="0"/>
            <wp:wrapNone/>
            <wp:docPr id="33" name="Bild 33" descr="PH_logo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PH_logo office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Sans" w:hAnsi="Lucida Sans" w:cs="Lucida Sans Unicode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5A44D37" wp14:editId="5B32F552">
                <wp:simplePos x="0" y="0"/>
                <wp:positionH relativeFrom="column">
                  <wp:posOffset>4572000</wp:posOffset>
                </wp:positionH>
                <wp:positionV relativeFrom="page">
                  <wp:posOffset>1927860</wp:posOffset>
                </wp:positionV>
                <wp:extent cx="2514600" cy="1028700"/>
                <wp:effectExtent l="0" t="0" r="0" b="2540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D9F52" w14:textId="77777777" w:rsidR="00BF0019" w:rsidRPr="00346DAC" w:rsidRDefault="00BF0019" w:rsidP="001A57A6">
                            <w:pPr>
                              <w:tabs>
                                <w:tab w:val="left" w:pos="238"/>
                              </w:tabs>
                              <w:spacing w:line="180" w:lineRule="atLeast"/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  <w:lang w:val="de-CH"/>
                              </w:rPr>
                            </w:pPr>
                            <w:r w:rsidRPr="00346DAC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  <w:lang w:val="de-CH"/>
                              </w:rPr>
                              <w:t>Liechtensteinerstraße 33 – 37</w:t>
                            </w:r>
                          </w:p>
                          <w:p w14:paraId="37F5B840" w14:textId="77777777" w:rsidR="00BF0019" w:rsidRPr="00346DAC" w:rsidRDefault="00BF0019" w:rsidP="001A57A6">
                            <w:pPr>
                              <w:tabs>
                                <w:tab w:val="left" w:pos="238"/>
                              </w:tabs>
                              <w:spacing w:line="180" w:lineRule="atLeast"/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</w:pPr>
                            <w:r w:rsidRPr="00346DAC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  <w:t>6800 Feldkirch, Austria</w:t>
                            </w:r>
                          </w:p>
                          <w:p w14:paraId="68AA3036" w14:textId="77777777" w:rsidR="00BF0019" w:rsidRPr="00346DAC" w:rsidRDefault="00BF0019" w:rsidP="001A57A6">
                            <w:pPr>
                              <w:tabs>
                                <w:tab w:val="left" w:pos="238"/>
                              </w:tabs>
                              <w:spacing w:line="100" w:lineRule="atLeast"/>
                              <w:rPr>
                                <w:rFonts w:ascii="Lucida Sans" w:hAnsi="Lucida Sans" w:cs="Lucida Sans Unicode"/>
                                <w:sz w:val="8"/>
                                <w:szCs w:val="8"/>
                              </w:rPr>
                            </w:pPr>
                          </w:p>
                          <w:p w14:paraId="640873F6" w14:textId="77777777" w:rsidR="00BF0019" w:rsidRDefault="00BF0019" w:rsidP="001A57A6">
                            <w:pPr>
                              <w:tabs>
                                <w:tab w:val="left" w:pos="238"/>
                              </w:tabs>
                              <w:spacing w:line="180" w:lineRule="atLeast"/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</w:pPr>
                            <w:r w:rsidRPr="00346DAC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  <w:t xml:space="preserve">T </w:t>
                            </w:r>
                            <w:r w:rsidRPr="00346DAC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  <w:tab/>
                              <w:t>0043 / (0)55</w:t>
                            </w:r>
                            <w:r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  <w:t>22 / 31199</w:t>
                            </w:r>
                          </w:p>
                          <w:p w14:paraId="3355973C" w14:textId="77777777" w:rsidR="00BF0019" w:rsidRPr="00A94147" w:rsidRDefault="00BF0019" w:rsidP="001A57A6">
                            <w:pPr>
                              <w:tabs>
                                <w:tab w:val="left" w:pos="238"/>
                              </w:tabs>
                              <w:spacing w:line="180" w:lineRule="atLeast"/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A94147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  <w:lang w:val="en-GB"/>
                              </w:rPr>
                              <w:t xml:space="preserve">F </w:t>
                            </w:r>
                            <w:r w:rsidRPr="00A94147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  <w:lang w:val="en-GB"/>
                              </w:rPr>
                              <w:tab/>
                              <w:t>0043 / (</w:t>
                            </w:r>
                            <w:proofErr w:type="gramStart"/>
                            <w:r w:rsidRPr="00A94147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  <w:lang w:val="en-GB"/>
                              </w:rPr>
                              <w:t>0)5522</w:t>
                            </w:r>
                            <w:proofErr w:type="gramEnd"/>
                            <w:r w:rsidRPr="00A94147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  <w:lang w:val="en-GB"/>
                              </w:rPr>
                              <w:t xml:space="preserve"> / 31199 – 550</w:t>
                            </w:r>
                          </w:p>
                          <w:p w14:paraId="75979DBA" w14:textId="77777777" w:rsidR="00BF0019" w:rsidRPr="00A94147" w:rsidRDefault="00BF0019" w:rsidP="001A57A6">
                            <w:pPr>
                              <w:tabs>
                                <w:tab w:val="left" w:pos="238"/>
                              </w:tabs>
                              <w:spacing w:line="100" w:lineRule="atLeast"/>
                              <w:rPr>
                                <w:rFonts w:ascii="Lucida Sans" w:hAnsi="Lucida Sans" w:cs="Lucida Sans Unicode"/>
                                <w:sz w:val="8"/>
                                <w:szCs w:val="8"/>
                                <w:lang w:val="en-GB"/>
                              </w:rPr>
                            </w:pPr>
                          </w:p>
                          <w:p w14:paraId="548AECF8" w14:textId="77777777" w:rsidR="00BF0019" w:rsidRPr="00A94147" w:rsidRDefault="00BF0019" w:rsidP="001A57A6">
                            <w:pPr>
                              <w:tabs>
                                <w:tab w:val="left" w:pos="238"/>
                              </w:tabs>
                              <w:spacing w:line="180" w:lineRule="atLeast"/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A94147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  <w:lang w:val="en-GB"/>
                              </w:rPr>
                              <w:t>office@ph-vorarlberg.ac.at</w:t>
                            </w:r>
                          </w:p>
                          <w:p w14:paraId="70B1BE6E" w14:textId="77777777" w:rsidR="00BF0019" w:rsidRPr="00346DAC" w:rsidRDefault="00BF0019" w:rsidP="001A57A6">
                            <w:pPr>
                              <w:tabs>
                                <w:tab w:val="left" w:pos="238"/>
                              </w:tabs>
                              <w:spacing w:line="180" w:lineRule="atLeast"/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</w:pPr>
                            <w:r w:rsidRPr="00346DAC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  <w:t>www.ph-vorarlberg.ac.at</w:t>
                            </w:r>
                          </w:p>
                          <w:p w14:paraId="6DE38815" w14:textId="77777777" w:rsidR="00BF0019" w:rsidRPr="00346DAC" w:rsidRDefault="00BF0019" w:rsidP="001A57A6">
                            <w:pPr>
                              <w:tabs>
                                <w:tab w:val="left" w:pos="238"/>
                              </w:tabs>
                              <w:spacing w:line="100" w:lineRule="atLeast"/>
                              <w:rPr>
                                <w:rFonts w:ascii="Lucida Sans" w:hAnsi="Lucida Sans" w:cs="Lucida Sans Unicode"/>
                                <w:sz w:val="8"/>
                                <w:szCs w:val="8"/>
                              </w:rPr>
                            </w:pPr>
                          </w:p>
                          <w:p w14:paraId="4CE86CDD" w14:textId="77777777" w:rsidR="00BF0019" w:rsidRPr="00346DAC" w:rsidRDefault="00BF0019" w:rsidP="001A57A6">
                            <w:pPr>
                              <w:tabs>
                                <w:tab w:val="left" w:pos="238"/>
                              </w:tabs>
                              <w:spacing w:line="180" w:lineRule="atLeast"/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</w:pPr>
                            <w:r w:rsidRPr="00346DAC"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  <w:t xml:space="preserve">DVR: </w:t>
                            </w:r>
                            <w:r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  <w:t>3003364</w:t>
                            </w:r>
                          </w:p>
                          <w:p w14:paraId="0BA52F08" w14:textId="77777777" w:rsidR="00BF0019" w:rsidRPr="00B255D3" w:rsidRDefault="00BF0019" w:rsidP="007F4B31">
                            <w:pPr>
                              <w:tabs>
                                <w:tab w:val="left" w:pos="238"/>
                              </w:tabs>
                              <w:spacing w:line="180" w:lineRule="auto"/>
                              <w:rPr>
                                <w:rFonts w:ascii="Lucida Sans" w:hAnsi="Lucida Sans" w:cs="Lucida Sans Unicode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2" o:spid="_x0000_s1026" type="#_x0000_t202" style="position:absolute;margin-left:5in;margin-top:151.8pt;width:198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" filled="f" stroked="f">
                <v:textbox inset="0,0,0,0">
                  <w:txbxContent>
                    <w:p w14:paraId="169D9F52" w14:textId="77777777" w:rsidR="00BF0019" w:rsidRPr="00346DAC" w:rsidRDefault="00BF0019" w:rsidP="001A57A6">
                      <w:pPr>
                        <w:tabs>
                          <w:tab w:val="left" w:pos="238"/>
                        </w:tabs>
                        <w:spacing w:line="180" w:lineRule="atLeast"/>
                        <w:rPr>
                          <w:rFonts w:ascii="Lucida Sans" w:hAnsi="Lucida Sans" w:cs="Lucida Sans Unicode"/>
                          <w:sz w:val="14"/>
                          <w:szCs w:val="14"/>
                          <w:lang w:val="de-CH"/>
                        </w:rPr>
                      </w:pPr>
                      <w:r w:rsidRPr="00346DAC">
                        <w:rPr>
                          <w:rFonts w:ascii="Lucida Sans" w:hAnsi="Lucida Sans" w:cs="Lucida Sans Unicode"/>
                          <w:sz w:val="14"/>
                          <w:szCs w:val="14"/>
                          <w:lang w:val="de-CH"/>
                        </w:rPr>
                        <w:t>Liechtensteinerstraße 33 – 37</w:t>
                      </w:r>
                    </w:p>
                    <w:p w14:paraId="37F5B840" w14:textId="77777777" w:rsidR="00BF0019" w:rsidRPr="00346DAC" w:rsidRDefault="00BF0019" w:rsidP="001A57A6">
                      <w:pPr>
                        <w:tabs>
                          <w:tab w:val="left" w:pos="238"/>
                        </w:tabs>
                        <w:spacing w:line="180" w:lineRule="atLeast"/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</w:pPr>
                      <w:r w:rsidRPr="00346DAC"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  <w:t>6800 Feldkirch, Austria</w:t>
                      </w:r>
                    </w:p>
                    <w:p w14:paraId="68AA3036" w14:textId="77777777" w:rsidR="00BF0019" w:rsidRPr="00346DAC" w:rsidRDefault="00BF0019" w:rsidP="001A57A6">
                      <w:pPr>
                        <w:tabs>
                          <w:tab w:val="left" w:pos="238"/>
                        </w:tabs>
                        <w:spacing w:line="100" w:lineRule="atLeast"/>
                        <w:rPr>
                          <w:rFonts w:ascii="Lucida Sans" w:hAnsi="Lucida Sans" w:cs="Lucida Sans Unicode"/>
                          <w:sz w:val="8"/>
                          <w:szCs w:val="8"/>
                        </w:rPr>
                      </w:pPr>
                    </w:p>
                    <w:p w14:paraId="640873F6" w14:textId="77777777" w:rsidR="00BF0019" w:rsidRDefault="00BF0019" w:rsidP="001A57A6">
                      <w:pPr>
                        <w:tabs>
                          <w:tab w:val="left" w:pos="238"/>
                        </w:tabs>
                        <w:spacing w:line="180" w:lineRule="atLeast"/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</w:pPr>
                      <w:r w:rsidRPr="00346DAC"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  <w:t xml:space="preserve">T </w:t>
                      </w:r>
                      <w:r w:rsidRPr="00346DAC"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  <w:tab/>
                        <w:t>0043 / (0)55</w:t>
                      </w:r>
                      <w:r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  <w:t>22 / 31199</w:t>
                      </w:r>
                    </w:p>
                    <w:p w14:paraId="3355973C" w14:textId="77777777" w:rsidR="00BF0019" w:rsidRPr="00A94147" w:rsidRDefault="00BF0019" w:rsidP="001A57A6">
                      <w:pPr>
                        <w:tabs>
                          <w:tab w:val="left" w:pos="238"/>
                        </w:tabs>
                        <w:spacing w:line="180" w:lineRule="atLeast"/>
                        <w:rPr>
                          <w:rFonts w:ascii="Lucida Sans" w:hAnsi="Lucida Sans" w:cs="Lucida Sans Unicode"/>
                          <w:sz w:val="14"/>
                          <w:szCs w:val="14"/>
                          <w:lang w:val="en-GB"/>
                        </w:rPr>
                      </w:pPr>
                      <w:r w:rsidRPr="00A94147">
                        <w:rPr>
                          <w:rFonts w:ascii="Lucida Sans" w:hAnsi="Lucida Sans" w:cs="Lucida Sans Unicode"/>
                          <w:sz w:val="14"/>
                          <w:szCs w:val="14"/>
                          <w:lang w:val="en-GB"/>
                        </w:rPr>
                        <w:t xml:space="preserve">F </w:t>
                      </w:r>
                      <w:r w:rsidRPr="00A94147">
                        <w:rPr>
                          <w:rFonts w:ascii="Lucida Sans" w:hAnsi="Lucida Sans" w:cs="Lucida Sans Unicode"/>
                          <w:sz w:val="14"/>
                          <w:szCs w:val="14"/>
                          <w:lang w:val="en-GB"/>
                        </w:rPr>
                        <w:tab/>
                        <w:t>0043 / (</w:t>
                      </w:r>
                      <w:proofErr w:type="gramStart"/>
                      <w:r w:rsidRPr="00A94147">
                        <w:rPr>
                          <w:rFonts w:ascii="Lucida Sans" w:hAnsi="Lucida Sans" w:cs="Lucida Sans Unicode"/>
                          <w:sz w:val="14"/>
                          <w:szCs w:val="14"/>
                          <w:lang w:val="en-GB"/>
                        </w:rPr>
                        <w:t>0)5522</w:t>
                      </w:r>
                      <w:proofErr w:type="gramEnd"/>
                      <w:r w:rsidRPr="00A94147">
                        <w:rPr>
                          <w:rFonts w:ascii="Lucida Sans" w:hAnsi="Lucida Sans" w:cs="Lucida Sans Unicode"/>
                          <w:sz w:val="14"/>
                          <w:szCs w:val="14"/>
                          <w:lang w:val="en-GB"/>
                        </w:rPr>
                        <w:t xml:space="preserve"> / 31199 – 550</w:t>
                      </w:r>
                    </w:p>
                    <w:p w14:paraId="75979DBA" w14:textId="77777777" w:rsidR="00BF0019" w:rsidRPr="00A94147" w:rsidRDefault="00BF0019" w:rsidP="001A57A6">
                      <w:pPr>
                        <w:tabs>
                          <w:tab w:val="left" w:pos="238"/>
                        </w:tabs>
                        <w:spacing w:line="100" w:lineRule="atLeast"/>
                        <w:rPr>
                          <w:rFonts w:ascii="Lucida Sans" w:hAnsi="Lucida Sans" w:cs="Lucida Sans Unicode"/>
                          <w:sz w:val="8"/>
                          <w:szCs w:val="8"/>
                          <w:lang w:val="en-GB"/>
                        </w:rPr>
                      </w:pPr>
                    </w:p>
                    <w:p w14:paraId="548AECF8" w14:textId="77777777" w:rsidR="00BF0019" w:rsidRPr="00A94147" w:rsidRDefault="00BF0019" w:rsidP="001A57A6">
                      <w:pPr>
                        <w:tabs>
                          <w:tab w:val="left" w:pos="238"/>
                        </w:tabs>
                        <w:spacing w:line="180" w:lineRule="atLeast"/>
                        <w:rPr>
                          <w:rFonts w:ascii="Lucida Sans" w:hAnsi="Lucida Sans" w:cs="Lucida Sans Unicode"/>
                          <w:sz w:val="14"/>
                          <w:szCs w:val="14"/>
                          <w:lang w:val="en-GB"/>
                        </w:rPr>
                      </w:pPr>
                      <w:r w:rsidRPr="00A94147">
                        <w:rPr>
                          <w:rFonts w:ascii="Lucida Sans" w:hAnsi="Lucida Sans" w:cs="Lucida Sans Unicode"/>
                          <w:sz w:val="14"/>
                          <w:szCs w:val="14"/>
                          <w:lang w:val="en-GB"/>
                        </w:rPr>
                        <w:t>office@ph-vorarlberg.ac.at</w:t>
                      </w:r>
                    </w:p>
                    <w:p w14:paraId="70B1BE6E" w14:textId="77777777" w:rsidR="00BF0019" w:rsidRPr="00346DAC" w:rsidRDefault="00BF0019" w:rsidP="001A57A6">
                      <w:pPr>
                        <w:tabs>
                          <w:tab w:val="left" w:pos="238"/>
                        </w:tabs>
                        <w:spacing w:line="180" w:lineRule="atLeast"/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</w:pPr>
                      <w:r w:rsidRPr="00346DAC"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  <w:t>www.ph-vorarlberg.ac.at</w:t>
                      </w:r>
                    </w:p>
                    <w:p w14:paraId="6DE38815" w14:textId="77777777" w:rsidR="00BF0019" w:rsidRPr="00346DAC" w:rsidRDefault="00BF0019" w:rsidP="001A57A6">
                      <w:pPr>
                        <w:tabs>
                          <w:tab w:val="left" w:pos="238"/>
                        </w:tabs>
                        <w:spacing w:line="100" w:lineRule="atLeast"/>
                        <w:rPr>
                          <w:rFonts w:ascii="Lucida Sans" w:hAnsi="Lucida Sans" w:cs="Lucida Sans Unicode"/>
                          <w:sz w:val="8"/>
                          <w:szCs w:val="8"/>
                        </w:rPr>
                      </w:pPr>
                    </w:p>
                    <w:p w14:paraId="4CE86CDD" w14:textId="77777777" w:rsidR="00BF0019" w:rsidRPr="00346DAC" w:rsidRDefault="00BF0019" w:rsidP="001A57A6">
                      <w:pPr>
                        <w:tabs>
                          <w:tab w:val="left" w:pos="238"/>
                        </w:tabs>
                        <w:spacing w:line="180" w:lineRule="atLeast"/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</w:pPr>
                      <w:r w:rsidRPr="00346DAC"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  <w:t xml:space="preserve">DVR: </w:t>
                      </w:r>
                      <w:r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  <w:t>3003364</w:t>
                      </w:r>
                    </w:p>
                    <w:p w14:paraId="0BA52F08" w14:textId="77777777" w:rsidR="00BF0019" w:rsidRPr="00B255D3" w:rsidRDefault="00BF0019" w:rsidP="007F4B31">
                      <w:pPr>
                        <w:tabs>
                          <w:tab w:val="left" w:pos="238"/>
                        </w:tabs>
                        <w:spacing w:line="180" w:lineRule="auto"/>
                        <w:rPr>
                          <w:rFonts w:ascii="Lucida Sans" w:hAnsi="Lucida Sans" w:cs="Lucida Sans Unicode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Lucida Sans" w:hAnsi="Lucida Sans" w:cs="Lucida Sans Unicode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4CFA296C" wp14:editId="3413FDE2">
                <wp:simplePos x="0" y="0"/>
                <wp:positionH relativeFrom="margin">
                  <wp:posOffset>0</wp:posOffset>
                </wp:positionH>
                <wp:positionV relativeFrom="margin">
                  <wp:posOffset>571500</wp:posOffset>
                </wp:positionV>
                <wp:extent cx="3060065" cy="1179195"/>
                <wp:effectExtent l="0" t="0" r="635" b="1905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1179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1F96F" w14:textId="77777777" w:rsidR="00BF0019" w:rsidRPr="003D5273" w:rsidRDefault="00BF0019" w:rsidP="003D5273">
                            <w:pPr>
                              <w:spacing w:line="180" w:lineRule="auto"/>
                              <w:rPr>
                                <w:rFonts w:ascii="Lucida Sans Unicode" w:hAnsi="Lucida Sans Unicode" w:cs="Lucida Sans Unicode"/>
                                <w:sz w:val="14"/>
                                <w:szCs w:val="14"/>
                              </w:rPr>
                            </w:pPr>
                          </w:p>
                          <w:p w14:paraId="373AF270" w14:textId="77777777" w:rsidR="00BF0019" w:rsidRDefault="00BF0019" w:rsidP="003D5273">
                            <w:pPr>
                              <w:spacing w:line="180" w:lineRule="auto"/>
                              <w:rPr>
                                <w:rFonts w:ascii="Lucida Sans Unicode" w:hAnsi="Lucida Sans Unicode" w:cs="Lucida Sans Unicode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Lucida Sans Unicode" w:hAnsi="Lucida Sans Unicode" w:cs="Lucida Sans Unicode"/>
                                <w:sz w:val="22"/>
                                <w:szCs w:val="22"/>
                              </w:rPr>
                              <w:t>H.Prof</w:t>
                            </w:r>
                            <w:proofErr w:type="spellEnd"/>
                            <w:r>
                              <w:rPr>
                                <w:rFonts w:ascii="Lucida Sans Unicode" w:hAnsi="Lucida Sans Unicode" w:cs="Lucida Sans Unicode"/>
                                <w:sz w:val="22"/>
                                <w:szCs w:val="22"/>
                              </w:rPr>
                              <w:t>. Dr. habil. Julia Davydova</w:t>
                            </w:r>
                          </w:p>
                          <w:p w14:paraId="6B7387BB" w14:textId="77777777" w:rsidR="00BF0019" w:rsidRPr="00FC7B6D" w:rsidRDefault="00BF0019" w:rsidP="003D5273">
                            <w:pPr>
                              <w:spacing w:line="180" w:lineRule="auto"/>
                              <w:rPr>
                                <w:rFonts w:ascii="Lucida Sans Unicode" w:hAnsi="Lucida Sans Unicode" w:cs="Lucida Sans Unicode"/>
                                <w:i/>
                                <w:sz w:val="22"/>
                                <w:szCs w:val="22"/>
                              </w:rPr>
                            </w:pPr>
                            <w:r w:rsidRPr="00FC7B6D">
                              <w:rPr>
                                <w:rFonts w:ascii="Lucida Sans Unicode" w:hAnsi="Lucida Sans Unicode" w:cs="Lucida Sans Unicode"/>
                                <w:i/>
                                <w:sz w:val="22"/>
                                <w:szCs w:val="22"/>
                              </w:rPr>
                              <w:t xml:space="preserve">English </w:t>
                            </w:r>
                            <w:proofErr w:type="spellStart"/>
                            <w:r w:rsidRPr="00FC7B6D">
                              <w:rPr>
                                <w:rFonts w:ascii="Lucida Sans Unicode" w:hAnsi="Lucida Sans Unicode" w:cs="Lucida Sans Unicode"/>
                                <w:i/>
                                <w:sz w:val="22"/>
                                <w:szCs w:val="22"/>
                              </w:rPr>
                              <w:t>Linguistics</w:t>
                            </w:r>
                            <w:proofErr w:type="spellEnd"/>
                          </w:p>
                          <w:p w14:paraId="4A2AF0FE" w14:textId="77777777" w:rsidR="00BF0019" w:rsidRDefault="00BF0019" w:rsidP="003D5273">
                            <w:pPr>
                              <w:spacing w:line="180" w:lineRule="auto"/>
                              <w:rPr>
                                <w:rFonts w:ascii="Lucida Sans Unicode" w:hAnsi="Lucida Sans Unicode" w:cs="Lucida Sans Unicode"/>
                                <w:sz w:val="22"/>
                                <w:szCs w:val="22"/>
                              </w:rPr>
                            </w:pPr>
                          </w:p>
                          <w:p w14:paraId="6C6C1504" w14:textId="77777777" w:rsidR="00BF0019" w:rsidRPr="003D5273" w:rsidRDefault="00BF0019" w:rsidP="003D5273">
                            <w:pPr>
                              <w:spacing w:line="180" w:lineRule="auto"/>
                              <w:rPr>
                                <w:rFonts w:ascii="Lucida Sans Unicode" w:hAnsi="Lucida Sans Unicode" w:cs="Lucida Sans Unicod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sz w:val="22"/>
                                <w:szCs w:val="22"/>
                              </w:rPr>
                              <w:t>Institut für Sekundarbildung und Fachdidaktik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0;margin-top:45pt;width:240.95pt;height:92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" filled="f" stroked="f">
                <v:textbox>
                  <w:txbxContent>
                    <w:p w14:paraId="2B31F96F" w14:textId="77777777" w:rsidR="00BF0019" w:rsidRPr="003D5273" w:rsidRDefault="00BF0019" w:rsidP="003D5273">
                      <w:pPr>
                        <w:spacing w:line="180" w:lineRule="auto"/>
                        <w:rPr>
                          <w:rFonts w:ascii="Lucida Sans Unicode" w:hAnsi="Lucida Sans Unicode" w:cs="Lucida Sans Unicode"/>
                          <w:sz w:val="14"/>
                          <w:szCs w:val="14"/>
                        </w:rPr>
                      </w:pPr>
                    </w:p>
                    <w:p w14:paraId="373AF270" w14:textId="77777777" w:rsidR="00BF0019" w:rsidRDefault="00BF0019" w:rsidP="003D5273">
                      <w:pPr>
                        <w:spacing w:line="180" w:lineRule="auto"/>
                        <w:rPr>
                          <w:rFonts w:ascii="Lucida Sans Unicode" w:hAnsi="Lucida Sans Unicode" w:cs="Lucida Sans Unicode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Lucida Sans Unicode" w:hAnsi="Lucida Sans Unicode" w:cs="Lucida Sans Unicode"/>
                          <w:sz w:val="22"/>
                          <w:szCs w:val="22"/>
                        </w:rPr>
                        <w:t>H.Prof</w:t>
                      </w:r>
                      <w:proofErr w:type="spellEnd"/>
                      <w:r>
                        <w:rPr>
                          <w:rFonts w:ascii="Lucida Sans Unicode" w:hAnsi="Lucida Sans Unicode" w:cs="Lucida Sans Unicode"/>
                          <w:sz w:val="22"/>
                          <w:szCs w:val="22"/>
                        </w:rPr>
                        <w:t>. Dr. habil. Julia Davydova</w:t>
                      </w:r>
                    </w:p>
                    <w:p w14:paraId="6B7387BB" w14:textId="77777777" w:rsidR="00BF0019" w:rsidRPr="00FC7B6D" w:rsidRDefault="00BF0019" w:rsidP="003D5273">
                      <w:pPr>
                        <w:spacing w:line="180" w:lineRule="auto"/>
                        <w:rPr>
                          <w:rFonts w:ascii="Lucida Sans Unicode" w:hAnsi="Lucida Sans Unicode" w:cs="Lucida Sans Unicode"/>
                          <w:i/>
                          <w:sz w:val="22"/>
                          <w:szCs w:val="22"/>
                        </w:rPr>
                      </w:pPr>
                      <w:r w:rsidRPr="00FC7B6D">
                        <w:rPr>
                          <w:rFonts w:ascii="Lucida Sans Unicode" w:hAnsi="Lucida Sans Unicode" w:cs="Lucida Sans Unicode"/>
                          <w:i/>
                          <w:sz w:val="22"/>
                          <w:szCs w:val="22"/>
                        </w:rPr>
                        <w:t xml:space="preserve">English </w:t>
                      </w:r>
                      <w:proofErr w:type="spellStart"/>
                      <w:r w:rsidRPr="00FC7B6D">
                        <w:rPr>
                          <w:rFonts w:ascii="Lucida Sans Unicode" w:hAnsi="Lucida Sans Unicode" w:cs="Lucida Sans Unicode"/>
                          <w:i/>
                          <w:sz w:val="22"/>
                          <w:szCs w:val="22"/>
                        </w:rPr>
                        <w:t>Linguistics</w:t>
                      </w:r>
                      <w:proofErr w:type="spellEnd"/>
                    </w:p>
                    <w:p w14:paraId="4A2AF0FE" w14:textId="77777777" w:rsidR="00BF0019" w:rsidRDefault="00BF0019" w:rsidP="003D5273">
                      <w:pPr>
                        <w:spacing w:line="180" w:lineRule="auto"/>
                        <w:rPr>
                          <w:rFonts w:ascii="Lucida Sans Unicode" w:hAnsi="Lucida Sans Unicode" w:cs="Lucida Sans Unicode"/>
                          <w:sz w:val="22"/>
                          <w:szCs w:val="22"/>
                        </w:rPr>
                      </w:pPr>
                    </w:p>
                    <w:p w14:paraId="6C6C1504" w14:textId="77777777" w:rsidR="00BF0019" w:rsidRPr="003D5273" w:rsidRDefault="00BF0019" w:rsidP="003D5273">
                      <w:pPr>
                        <w:spacing w:line="180" w:lineRule="auto"/>
                        <w:rPr>
                          <w:rFonts w:ascii="Lucida Sans Unicode" w:hAnsi="Lucida Sans Unicode" w:cs="Lucida Sans Unicode"/>
                          <w:sz w:val="22"/>
                          <w:szCs w:val="22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sz w:val="22"/>
                          <w:szCs w:val="22"/>
                        </w:rPr>
                        <w:t>Institut für Sekundarbildung und Fachdidaktik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2D509782" w14:textId="77777777" w:rsidR="006D663D" w:rsidRPr="00B255D3" w:rsidRDefault="006D663D" w:rsidP="00FD771F">
      <w:pPr>
        <w:tabs>
          <w:tab w:val="left" w:pos="7531"/>
        </w:tabs>
        <w:rPr>
          <w:rFonts w:ascii="Lucida Sans" w:hAnsi="Lucida Sans" w:cs="Lucida Sans Unicode"/>
        </w:rPr>
      </w:pPr>
    </w:p>
    <w:p w14:paraId="07D12B6C" w14:textId="77777777" w:rsidR="006D663D" w:rsidRPr="00B255D3" w:rsidRDefault="00CA1101" w:rsidP="00CA1101">
      <w:pPr>
        <w:tabs>
          <w:tab w:val="left" w:pos="5760"/>
        </w:tabs>
        <w:rPr>
          <w:rFonts w:ascii="Lucida Sans" w:hAnsi="Lucida Sans" w:cs="Lucida Sans Unicode"/>
        </w:rPr>
      </w:pPr>
      <w:r w:rsidRPr="00B255D3">
        <w:rPr>
          <w:rFonts w:ascii="Lucida Sans" w:hAnsi="Lucida Sans" w:cs="Lucida Sans Unicode"/>
        </w:rPr>
        <w:tab/>
      </w:r>
    </w:p>
    <w:p w14:paraId="7E7B95DD" w14:textId="77777777" w:rsidR="006D663D" w:rsidRPr="00B255D3" w:rsidRDefault="00FC7B6D" w:rsidP="00FD771F">
      <w:pPr>
        <w:tabs>
          <w:tab w:val="left" w:pos="7531"/>
        </w:tabs>
        <w:rPr>
          <w:rFonts w:ascii="Lucida Sans" w:hAnsi="Lucida Sans" w:cs="Lucida Sans Unicode"/>
        </w:rPr>
      </w:pPr>
      <w:r>
        <w:rPr>
          <w:rFonts w:ascii="Lucida Sans" w:hAnsi="Lucida Sans" w:cs="Lucida Sans Unicode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DFFA548" wp14:editId="5374C7B9">
                <wp:simplePos x="0" y="0"/>
                <wp:positionH relativeFrom="column">
                  <wp:posOffset>3999230</wp:posOffset>
                </wp:positionH>
                <wp:positionV relativeFrom="page">
                  <wp:posOffset>421005</wp:posOffset>
                </wp:positionV>
                <wp:extent cx="2515870" cy="1153160"/>
                <wp:effectExtent l="0" t="1905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115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B563B" w14:textId="77777777" w:rsidR="00BF0019" w:rsidRPr="00B255D3" w:rsidRDefault="00BF0019" w:rsidP="00C80014">
                            <w:pPr>
                              <w:tabs>
                                <w:tab w:val="left" w:pos="238"/>
                              </w:tabs>
                              <w:rPr>
                                <w:rFonts w:ascii="Lucida Sans" w:hAnsi="Lucida Sans" w:cs="Lucida Sans Unicode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margin-left:314.9pt;margin-top:33.15pt;width:198.1pt;height:9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" filled="f" stroked="f">
                <v:textbox inset="0,0,0,0">
                  <w:txbxContent>
                    <w:p w14:paraId="07EB563B" w14:textId="77777777" w:rsidR="00BF0019" w:rsidRPr="00B255D3" w:rsidRDefault="00BF0019" w:rsidP="00C80014">
                      <w:pPr>
                        <w:tabs>
                          <w:tab w:val="left" w:pos="238"/>
                        </w:tabs>
                        <w:rPr>
                          <w:rFonts w:ascii="Lucida Sans" w:hAnsi="Lucida Sans" w:cs="Lucida Sans Unicode"/>
                          <w:b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66313200" w14:textId="77777777" w:rsidR="006D663D" w:rsidRPr="00B255D3" w:rsidRDefault="006D663D" w:rsidP="00FD771F">
      <w:pPr>
        <w:tabs>
          <w:tab w:val="left" w:pos="7531"/>
        </w:tabs>
        <w:rPr>
          <w:rFonts w:ascii="Lucida Sans" w:hAnsi="Lucida Sans" w:cs="Lucida Sans Unicode"/>
        </w:rPr>
      </w:pPr>
    </w:p>
    <w:p w14:paraId="08580770" w14:textId="77777777" w:rsidR="006D663D" w:rsidRPr="00B255D3" w:rsidRDefault="006D663D" w:rsidP="00FD771F">
      <w:pPr>
        <w:tabs>
          <w:tab w:val="left" w:pos="7531"/>
        </w:tabs>
        <w:rPr>
          <w:rFonts w:ascii="Lucida Sans" w:hAnsi="Lucida Sans" w:cs="Lucida Sans Unicode"/>
        </w:rPr>
      </w:pPr>
    </w:p>
    <w:p w14:paraId="34221A92" w14:textId="77777777" w:rsidR="006D663D" w:rsidRPr="00B255D3" w:rsidRDefault="006D663D" w:rsidP="00FD771F">
      <w:pPr>
        <w:tabs>
          <w:tab w:val="left" w:pos="7531"/>
        </w:tabs>
        <w:rPr>
          <w:rFonts w:ascii="Lucida Sans" w:hAnsi="Lucida Sans" w:cs="Lucida Sans Unicode"/>
        </w:rPr>
      </w:pPr>
    </w:p>
    <w:p w14:paraId="1B622670" w14:textId="77777777" w:rsidR="006D663D" w:rsidRPr="00B255D3" w:rsidRDefault="006D663D" w:rsidP="00FD771F">
      <w:pPr>
        <w:tabs>
          <w:tab w:val="left" w:pos="7531"/>
        </w:tabs>
        <w:rPr>
          <w:rFonts w:ascii="Lucida Sans" w:hAnsi="Lucida Sans" w:cs="Lucida Sans Unicode"/>
        </w:rPr>
      </w:pPr>
    </w:p>
    <w:p w14:paraId="1F695089" w14:textId="77777777" w:rsidR="006D663D" w:rsidRPr="00B255D3" w:rsidRDefault="006D663D" w:rsidP="00FD771F">
      <w:pPr>
        <w:tabs>
          <w:tab w:val="left" w:pos="7531"/>
        </w:tabs>
        <w:rPr>
          <w:rFonts w:ascii="Lucida Sans" w:hAnsi="Lucida Sans" w:cs="Lucida Sans Unicode"/>
        </w:rPr>
      </w:pPr>
    </w:p>
    <w:p w14:paraId="264353F0" w14:textId="77777777" w:rsidR="006D663D" w:rsidRPr="00B255D3" w:rsidRDefault="00FC7B6D" w:rsidP="00FD771F">
      <w:pPr>
        <w:tabs>
          <w:tab w:val="left" w:pos="7531"/>
        </w:tabs>
        <w:rPr>
          <w:rFonts w:ascii="Lucida Sans" w:hAnsi="Lucida Sans" w:cs="Lucida Sans Unicode"/>
        </w:rPr>
      </w:pPr>
      <w:r>
        <w:rPr>
          <w:rFonts w:ascii="Lucida Sans" w:hAnsi="Lucida Sans" w:cs="Lucida Sans Unicode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21ED4C1" wp14:editId="33D4D412">
                <wp:simplePos x="0" y="0"/>
                <wp:positionH relativeFrom="margin">
                  <wp:posOffset>4481830</wp:posOffset>
                </wp:positionH>
                <wp:positionV relativeFrom="margin">
                  <wp:posOffset>2235835</wp:posOffset>
                </wp:positionV>
                <wp:extent cx="1943100" cy="506095"/>
                <wp:effectExtent l="0" t="635" r="1270" b="1270"/>
                <wp:wrapNone/>
                <wp:docPr id="1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0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AEA10" w14:textId="77777777" w:rsidR="00BF0019" w:rsidRPr="003059AF" w:rsidRDefault="00BF0019" w:rsidP="001A57A6">
                            <w:pPr>
                              <w:tabs>
                                <w:tab w:val="left" w:pos="2442"/>
                                <w:tab w:val="left" w:pos="7200"/>
                              </w:tabs>
                              <w:spacing w:line="320" w:lineRule="atLeast"/>
                              <w:rPr>
                                <w:rFonts w:ascii="Lucida Sans" w:hAnsi="Lucida Sans" w:cs="Lucida Sans Unicode"/>
                                <w:sz w:val="18"/>
                                <w:szCs w:val="18"/>
                              </w:rPr>
                            </w:pPr>
                            <w:r w:rsidRPr="003059AF">
                              <w:rPr>
                                <w:rFonts w:ascii="Lucida Sans" w:hAnsi="Lucida Sans" w:cs="Lucida Sans Unicode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Lucida Sans" w:hAnsi="Lucida Sans" w:cs="Lucida Sans Unicode"/>
                                <w:sz w:val="18"/>
                                <w:szCs w:val="18"/>
                              </w:rPr>
                              <w:t xml:space="preserve">eldkirch, </w:t>
                            </w:r>
                            <w:proofErr w:type="spellStart"/>
                            <w:r>
                              <w:rPr>
                                <w:rFonts w:ascii="Lucida Sans" w:hAnsi="Lucida Sans" w:cs="Lucida Sans Unicode"/>
                                <w:sz w:val="18"/>
                                <w:szCs w:val="18"/>
                              </w:rPr>
                              <w:t>October</w:t>
                            </w:r>
                            <w:proofErr w:type="spellEnd"/>
                            <w:r>
                              <w:rPr>
                                <w:rFonts w:ascii="Lucida Sans" w:hAnsi="Lucida Sans" w:cs="Lucida Sans Unicode"/>
                                <w:sz w:val="18"/>
                                <w:szCs w:val="18"/>
                              </w:rPr>
                              <w:t xml:space="preserve"> 19 2018</w:t>
                            </w:r>
                          </w:p>
                          <w:p w14:paraId="08C248A0" w14:textId="77777777" w:rsidR="00BF0019" w:rsidRPr="00101A1F" w:rsidRDefault="00BF0019" w:rsidP="00592B55">
                            <w:pPr>
                              <w:rPr>
                                <w:rFonts w:ascii="Lucida Sans" w:hAnsi="Lucida 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margin-left:352.9pt;margin-top:176.05pt;width:153pt;height:39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" filled="f" stroked="f">
                <v:textbox>
                  <w:txbxContent>
                    <w:p w14:paraId="470AEA10" w14:textId="77777777" w:rsidR="00BF0019" w:rsidRPr="003059AF" w:rsidRDefault="00BF0019" w:rsidP="001A57A6">
                      <w:pPr>
                        <w:tabs>
                          <w:tab w:val="left" w:pos="2442"/>
                          <w:tab w:val="left" w:pos="7200"/>
                        </w:tabs>
                        <w:spacing w:line="320" w:lineRule="atLeast"/>
                        <w:rPr>
                          <w:rFonts w:ascii="Lucida Sans" w:hAnsi="Lucida Sans" w:cs="Lucida Sans Unicode"/>
                          <w:sz w:val="18"/>
                          <w:szCs w:val="18"/>
                        </w:rPr>
                      </w:pPr>
                      <w:r w:rsidRPr="003059AF">
                        <w:rPr>
                          <w:rFonts w:ascii="Lucida Sans" w:hAnsi="Lucida Sans" w:cs="Lucida Sans Unicode"/>
                          <w:sz w:val="18"/>
                          <w:szCs w:val="18"/>
                        </w:rPr>
                        <w:t>F</w:t>
                      </w:r>
                      <w:r>
                        <w:rPr>
                          <w:rFonts w:ascii="Lucida Sans" w:hAnsi="Lucida Sans" w:cs="Lucida Sans Unicode"/>
                          <w:sz w:val="18"/>
                          <w:szCs w:val="18"/>
                        </w:rPr>
                        <w:t xml:space="preserve">eldkirch, </w:t>
                      </w:r>
                      <w:proofErr w:type="spellStart"/>
                      <w:r>
                        <w:rPr>
                          <w:rFonts w:ascii="Lucida Sans" w:hAnsi="Lucida Sans" w:cs="Lucida Sans Unicode"/>
                          <w:sz w:val="18"/>
                          <w:szCs w:val="18"/>
                        </w:rPr>
                        <w:t>October</w:t>
                      </w:r>
                      <w:proofErr w:type="spellEnd"/>
                      <w:r>
                        <w:rPr>
                          <w:rFonts w:ascii="Lucida Sans" w:hAnsi="Lucida Sans" w:cs="Lucida Sans Unicode"/>
                          <w:sz w:val="18"/>
                          <w:szCs w:val="18"/>
                        </w:rPr>
                        <w:t xml:space="preserve"> 19 2018</w:t>
                      </w:r>
                    </w:p>
                    <w:p w14:paraId="08C248A0" w14:textId="77777777" w:rsidR="00BF0019" w:rsidRPr="00101A1F" w:rsidRDefault="00BF0019" w:rsidP="00592B55">
                      <w:pPr>
                        <w:rPr>
                          <w:rFonts w:ascii="Lucida Sans" w:hAnsi="Lucida Sans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7FF7F28E" w14:textId="77777777" w:rsidR="006D663D" w:rsidRPr="00B255D3" w:rsidRDefault="006D663D" w:rsidP="00FD771F">
      <w:pPr>
        <w:tabs>
          <w:tab w:val="left" w:pos="7531"/>
        </w:tabs>
        <w:rPr>
          <w:rFonts w:ascii="Lucida Sans" w:hAnsi="Lucida Sans" w:cs="Lucida Sans Unicode"/>
        </w:rPr>
      </w:pPr>
    </w:p>
    <w:p w14:paraId="66211FA7" w14:textId="77777777" w:rsidR="006D663D" w:rsidRPr="00B255D3" w:rsidRDefault="006D663D" w:rsidP="00FD771F">
      <w:pPr>
        <w:tabs>
          <w:tab w:val="left" w:pos="7531"/>
        </w:tabs>
        <w:rPr>
          <w:rFonts w:ascii="Lucida Sans" w:hAnsi="Lucida Sans" w:cs="Lucida Sans Unicode"/>
        </w:rPr>
      </w:pPr>
    </w:p>
    <w:p w14:paraId="1FC8436E" w14:textId="77777777" w:rsidR="006D663D" w:rsidRPr="00B255D3" w:rsidRDefault="00FC7B6D" w:rsidP="00FD771F">
      <w:pPr>
        <w:tabs>
          <w:tab w:val="left" w:pos="7531"/>
        </w:tabs>
        <w:rPr>
          <w:rFonts w:ascii="Lucida Sans" w:hAnsi="Lucida Sans" w:cs="Lucida Sans Unicode"/>
        </w:rPr>
      </w:pPr>
      <w:r>
        <w:rPr>
          <w:rFonts w:ascii="Lucida Sans" w:hAnsi="Lucida Sans" w:cs="Lucida Sans Unicode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06D875DB" wp14:editId="392E18B1">
                <wp:simplePos x="0" y="0"/>
                <wp:positionH relativeFrom="margin">
                  <wp:posOffset>-114300</wp:posOffset>
                </wp:positionH>
                <wp:positionV relativeFrom="margin">
                  <wp:posOffset>2057400</wp:posOffset>
                </wp:positionV>
                <wp:extent cx="4227195" cy="342900"/>
                <wp:effectExtent l="0" t="0" r="1905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71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FDBD3" w14:textId="77777777" w:rsidR="00BF0019" w:rsidRPr="00101A1F" w:rsidRDefault="00BF0019">
                            <w:pPr>
                              <w:rPr>
                                <w:rFonts w:ascii="Lucida Sans" w:hAnsi="Lucida 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-8.95pt;margin-top:162pt;width:332.8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" filled="f" stroked="f">
                <v:textbox>
                  <w:txbxContent>
                    <w:p w14:paraId="6EFFDBD3" w14:textId="77777777" w:rsidR="00BF0019" w:rsidRPr="00101A1F" w:rsidRDefault="00BF0019">
                      <w:pPr>
                        <w:rPr>
                          <w:rFonts w:ascii="Lucida Sans" w:hAnsi="Lucida Sans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rFonts w:ascii="Lucida Sans" w:hAnsi="Lucida Sans" w:cs="Lucida Sans Unicode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1" layoutInCell="1" allowOverlap="1" wp14:anchorId="387618BD" wp14:editId="259FEDB8">
                <wp:simplePos x="0" y="0"/>
                <wp:positionH relativeFrom="margin">
                  <wp:posOffset>-914400</wp:posOffset>
                </wp:positionH>
                <wp:positionV relativeFrom="margin">
                  <wp:posOffset>2854960</wp:posOffset>
                </wp:positionV>
                <wp:extent cx="228600" cy="635"/>
                <wp:effectExtent l="12700" t="10160" r="25400" b="27305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flip:x y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-71.95pt,224.8pt" to="-53.95pt,224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">
                <w10:wrap anchorx="margin" anchory="margin"/>
                <w10:anchorlock/>
              </v:line>
            </w:pict>
          </mc:Fallback>
        </mc:AlternateContent>
      </w:r>
    </w:p>
    <w:p w14:paraId="60CF8CCE" w14:textId="77777777" w:rsidR="00234F5E" w:rsidRPr="00B255D3" w:rsidRDefault="00234F5E" w:rsidP="00FD771F">
      <w:pPr>
        <w:tabs>
          <w:tab w:val="left" w:pos="2442"/>
          <w:tab w:val="left" w:pos="7531"/>
          <w:tab w:val="left" w:pos="7867"/>
        </w:tabs>
        <w:rPr>
          <w:rFonts w:ascii="Lucida Sans" w:hAnsi="Lucida Sans" w:cs="Lucida Sans Unicode"/>
          <w:sz w:val="22"/>
          <w:szCs w:val="22"/>
        </w:rPr>
      </w:pPr>
    </w:p>
    <w:p w14:paraId="15599D5F" w14:textId="77777777" w:rsidR="00C11292" w:rsidRPr="00B255D3" w:rsidRDefault="00C11292" w:rsidP="00FD771F">
      <w:pPr>
        <w:tabs>
          <w:tab w:val="left" w:pos="2442"/>
          <w:tab w:val="left" w:pos="7531"/>
          <w:tab w:val="left" w:pos="7867"/>
        </w:tabs>
        <w:rPr>
          <w:rFonts w:ascii="Lucida Sans" w:hAnsi="Lucida Sans" w:cs="Lucida Sans Unicode"/>
          <w:sz w:val="22"/>
          <w:szCs w:val="22"/>
        </w:rPr>
      </w:pPr>
    </w:p>
    <w:p w14:paraId="29F6F385" w14:textId="77777777" w:rsidR="001A57A6" w:rsidRDefault="001A57A6" w:rsidP="001A57A6">
      <w:pPr>
        <w:tabs>
          <w:tab w:val="left" w:pos="2442"/>
          <w:tab w:val="left" w:pos="7531"/>
          <w:tab w:val="left" w:pos="7867"/>
        </w:tabs>
        <w:spacing w:line="320" w:lineRule="atLeast"/>
        <w:rPr>
          <w:rFonts w:ascii="Lucida Sans" w:hAnsi="Lucida Sans" w:cs="Lucida Sans Unicode"/>
          <w:sz w:val="20"/>
          <w:szCs w:val="20"/>
        </w:rPr>
      </w:pPr>
    </w:p>
    <w:p w14:paraId="01E8FD07" w14:textId="77777777" w:rsidR="00DD47AD" w:rsidRDefault="00DD47AD" w:rsidP="001A57A6">
      <w:pPr>
        <w:tabs>
          <w:tab w:val="left" w:pos="2442"/>
          <w:tab w:val="left" w:pos="7531"/>
          <w:tab w:val="left" w:pos="7867"/>
        </w:tabs>
        <w:spacing w:line="320" w:lineRule="atLeast"/>
        <w:rPr>
          <w:rFonts w:ascii="Lucida Sans" w:hAnsi="Lucida Sans" w:cs="Lucida Sans Unicode"/>
          <w:sz w:val="20"/>
          <w:szCs w:val="20"/>
        </w:rPr>
      </w:pPr>
    </w:p>
    <w:p w14:paraId="623FA280" w14:textId="77777777" w:rsidR="00DD47AD" w:rsidRPr="00D2257F" w:rsidRDefault="00DD47AD" w:rsidP="001A57A6">
      <w:pPr>
        <w:tabs>
          <w:tab w:val="left" w:pos="2442"/>
          <w:tab w:val="left" w:pos="7531"/>
          <w:tab w:val="left" w:pos="7867"/>
        </w:tabs>
        <w:spacing w:line="320" w:lineRule="atLeast"/>
        <w:rPr>
          <w:rFonts w:ascii="Lucida Sans" w:hAnsi="Lucida Sans" w:cs="Lucida Sans Unicode"/>
          <w:sz w:val="20"/>
          <w:szCs w:val="20"/>
        </w:rPr>
      </w:pPr>
    </w:p>
    <w:p w14:paraId="3E49E1BE" w14:textId="77777777" w:rsidR="006D663D" w:rsidRPr="00911165" w:rsidRDefault="00FC7B6D" w:rsidP="00FD771F">
      <w:pPr>
        <w:tabs>
          <w:tab w:val="left" w:pos="2442"/>
          <w:tab w:val="left" w:pos="7531"/>
          <w:tab w:val="left" w:pos="7867"/>
        </w:tabs>
        <w:rPr>
          <w:rFonts w:ascii="Lucida Sans" w:hAnsi="Lucida Sans" w:cs="Lucida Sans Unicode"/>
          <w:b/>
          <w:color w:val="000000"/>
          <w:sz w:val="20"/>
          <w:szCs w:val="20"/>
        </w:rPr>
      </w:pP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Subject</w:t>
      </w:r>
      <w:proofErr w:type="spellEnd"/>
      <w:r w:rsidR="00B94DD8">
        <w:rPr>
          <w:rFonts w:ascii="Lucida Sans" w:hAnsi="Lucida Sans"/>
          <w:b/>
          <w:bCs/>
          <w:color w:val="000000"/>
          <w:sz w:val="20"/>
          <w:szCs w:val="20"/>
        </w:rPr>
        <w:t>:</w:t>
      </w:r>
      <w:r>
        <w:rPr>
          <w:rFonts w:ascii="Lucida Sans" w:hAnsi="Lucida Sans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To</w:t>
      </w:r>
      <w:proofErr w:type="spellEnd"/>
      <w:r>
        <w:rPr>
          <w:rFonts w:ascii="Lucida Sans" w:hAnsi="Lucida Sans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students</w:t>
      </w:r>
      <w:proofErr w:type="spellEnd"/>
      <w:r>
        <w:rPr>
          <w:rFonts w:ascii="Lucida Sans" w:hAnsi="Lucida Sans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of</w:t>
      </w:r>
      <w:proofErr w:type="spellEnd"/>
      <w:r>
        <w:rPr>
          <w:rFonts w:ascii="Lucida Sans" w:hAnsi="Lucida Sans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Bryansker</w:t>
      </w:r>
      <w:proofErr w:type="spellEnd"/>
      <w:r>
        <w:rPr>
          <w:rFonts w:ascii="Lucida Sans" w:hAnsi="Lucida Sans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Lyceum</w:t>
      </w:r>
      <w:proofErr w:type="spellEnd"/>
      <w:r>
        <w:rPr>
          <w:rFonts w:ascii="Lucida Sans" w:hAnsi="Lucida Sans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No</w:t>
      </w:r>
      <w:proofErr w:type="spellEnd"/>
      <w:r>
        <w:rPr>
          <w:rFonts w:ascii="Lucida Sans" w:hAnsi="Lucida Sans"/>
          <w:b/>
          <w:bCs/>
          <w:color w:val="000000"/>
          <w:sz w:val="20"/>
          <w:szCs w:val="20"/>
        </w:rPr>
        <w:t xml:space="preserve"> 1, </w:t>
      </w: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Bryansk</w:t>
      </w:r>
      <w:proofErr w:type="spellEnd"/>
      <w:r>
        <w:rPr>
          <w:rFonts w:ascii="Lucida Sans" w:hAnsi="Lucida Sans"/>
          <w:b/>
          <w:bCs/>
          <w:color w:val="000000"/>
          <w:sz w:val="20"/>
          <w:szCs w:val="20"/>
        </w:rPr>
        <w:t xml:space="preserve">, </w:t>
      </w: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Russian</w:t>
      </w:r>
      <w:proofErr w:type="spellEnd"/>
      <w:r>
        <w:rPr>
          <w:rFonts w:ascii="Lucida Sans" w:hAnsi="Lucida Sans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Lucida Sans" w:hAnsi="Lucida Sans"/>
          <w:b/>
          <w:bCs/>
          <w:color w:val="000000"/>
          <w:sz w:val="20"/>
          <w:szCs w:val="20"/>
        </w:rPr>
        <w:t>Federation</w:t>
      </w:r>
      <w:proofErr w:type="spellEnd"/>
    </w:p>
    <w:p w14:paraId="33660D51" w14:textId="77777777" w:rsidR="00BE6A59" w:rsidRPr="00911165" w:rsidRDefault="00BE6A59" w:rsidP="00FD771F">
      <w:pPr>
        <w:tabs>
          <w:tab w:val="left" w:pos="2442"/>
          <w:tab w:val="left" w:pos="7531"/>
          <w:tab w:val="left" w:pos="7867"/>
        </w:tabs>
        <w:rPr>
          <w:rFonts w:ascii="Lucida Sans" w:hAnsi="Lucida Sans" w:cs="Lucida Sans Unicode"/>
          <w:color w:val="000000"/>
          <w:sz w:val="20"/>
          <w:szCs w:val="20"/>
        </w:rPr>
      </w:pPr>
    </w:p>
    <w:p w14:paraId="6D19A75A" w14:textId="77777777" w:rsidR="00BE6A59" w:rsidRPr="00911165" w:rsidRDefault="00BE6A59" w:rsidP="00FD771F">
      <w:pPr>
        <w:tabs>
          <w:tab w:val="left" w:pos="2442"/>
          <w:tab w:val="left" w:pos="7531"/>
          <w:tab w:val="left" w:pos="7867"/>
        </w:tabs>
        <w:rPr>
          <w:rFonts w:ascii="Lucida Sans" w:hAnsi="Lucida Sans" w:cs="Lucida Sans Unicode"/>
          <w:color w:val="000000"/>
          <w:sz w:val="20"/>
          <w:szCs w:val="20"/>
        </w:rPr>
      </w:pPr>
    </w:p>
    <w:p w14:paraId="0C361A1D" w14:textId="77777777" w:rsidR="00BE6A59" w:rsidRPr="00911165" w:rsidRDefault="00BE6A59" w:rsidP="00FD771F">
      <w:pPr>
        <w:tabs>
          <w:tab w:val="left" w:pos="2442"/>
          <w:tab w:val="left" w:pos="7531"/>
          <w:tab w:val="left" w:pos="7867"/>
        </w:tabs>
        <w:rPr>
          <w:rFonts w:ascii="Lucida Sans" w:hAnsi="Lucida Sans" w:cs="Lucida Sans Unicode"/>
          <w:color w:val="000000"/>
          <w:sz w:val="20"/>
          <w:szCs w:val="20"/>
        </w:rPr>
      </w:pPr>
    </w:p>
    <w:p w14:paraId="12948C1A" w14:textId="77777777" w:rsidR="00FC7B6D" w:rsidRDefault="00FC7B6D" w:rsidP="00FC7B6D">
      <w:pPr>
        <w:jc w:val="both"/>
      </w:pPr>
      <w:r>
        <w:t xml:space="preserve">Dear </w:t>
      </w:r>
      <w:proofErr w:type="spellStart"/>
      <w:proofErr w:type="gramStart"/>
      <w:r>
        <w:t>students</w:t>
      </w:r>
      <w:proofErr w:type="spellEnd"/>
      <w:r>
        <w:t xml:space="preserve"> !</w:t>
      </w:r>
      <w:proofErr w:type="gramEnd"/>
    </w:p>
    <w:p w14:paraId="67CF7272" w14:textId="77777777" w:rsidR="00FC7B6D" w:rsidRDefault="00FC7B6D" w:rsidP="00FC7B6D">
      <w:pPr>
        <w:jc w:val="both"/>
      </w:pPr>
    </w:p>
    <w:p w14:paraId="1C6677AD" w14:textId="608741D9" w:rsidR="00FC7B6D" w:rsidRDefault="00FC7B6D" w:rsidP="00FC7B6D">
      <w:pPr>
        <w:jc w:val="both"/>
      </w:pP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with </w:t>
      </w:r>
      <w:proofErr w:type="spellStart"/>
      <w:r>
        <w:t>greatest</w:t>
      </w:r>
      <w:proofErr w:type="spellEnd"/>
      <w:r>
        <w:t xml:space="preserve"> </w:t>
      </w:r>
      <w:proofErr w:type="spellStart"/>
      <w:r>
        <w:t>pleasure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extend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warmest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heartfelt</w:t>
      </w:r>
      <w:proofErr w:type="spellEnd"/>
      <w:r>
        <w:t xml:space="preserve"> </w:t>
      </w:r>
      <w:proofErr w:type="spellStart"/>
      <w:r>
        <w:t>congratulations</w:t>
      </w:r>
      <w:proofErr w:type="spellEnd"/>
      <w:r>
        <w:t xml:space="preserve"> on </w:t>
      </w:r>
      <w:proofErr w:type="spellStart"/>
      <w:r>
        <w:t>this</w:t>
      </w:r>
      <w:proofErr w:type="spellEnd"/>
      <w:r w:rsidR="00BF0019">
        <w:t xml:space="preserve"> </w:t>
      </w:r>
      <w:proofErr w:type="spellStart"/>
      <w:r w:rsidR="00BF0019">
        <w:t>special</w:t>
      </w:r>
      <w:proofErr w:type="spellEnd"/>
      <w:r w:rsidR="00BF0019">
        <w:t xml:space="preserve"> </w:t>
      </w:r>
      <w:proofErr w:type="spellStart"/>
      <w:r w:rsidR="00BF0019">
        <w:t>occasion</w:t>
      </w:r>
      <w:proofErr w:type="spellEnd"/>
      <w:r w:rsidR="00BF0019">
        <w:t xml:space="preserve"> </w:t>
      </w:r>
      <w:r>
        <w:t xml:space="preserve">– </w:t>
      </w:r>
      <w:proofErr w:type="spellStart"/>
      <w:r>
        <w:t>the</w:t>
      </w:r>
      <w:proofErr w:type="spellEnd"/>
      <w:r>
        <w:t xml:space="preserve"> Day </w:t>
      </w:r>
      <w:proofErr w:type="spellStart"/>
      <w:r>
        <w:t>of</w:t>
      </w:r>
      <w:proofErr w:type="spellEnd"/>
      <w:r>
        <w:t xml:space="preserve"> </w:t>
      </w:r>
      <w:proofErr w:type="spellStart"/>
      <w:r>
        <w:t>Lyceum</w:t>
      </w:r>
      <w:proofErr w:type="spellEnd"/>
      <w:r>
        <w:t xml:space="preserve">. </w:t>
      </w:r>
      <w:proofErr w:type="spellStart"/>
      <w:r>
        <w:t>Bryansky</w:t>
      </w:r>
      <w:proofErr w:type="spellEnd"/>
      <w:r>
        <w:t xml:space="preserve"> </w:t>
      </w:r>
      <w:proofErr w:type="spellStart"/>
      <w:r>
        <w:t>Lyceum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1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finest</w:t>
      </w:r>
      <w:proofErr w:type="spellEnd"/>
      <w:r>
        <w:t xml:space="preserve"> </w:t>
      </w:r>
      <w:proofErr w:type="spellStart"/>
      <w:r>
        <w:t>institutions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secondary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country</w:t>
      </w:r>
      <w:proofErr w:type="spellEnd"/>
      <w:r>
        <w:t xml:space="preserve">.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,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august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an immense </w:t>
      </w:r>
      <w:proofErr w:type="spellStart"/>
      <w:r>
        <w:t>honour</w:t>
      </w:r>
      <w:proofErr w:type="spellEnd"/>
      <w:r>
        <w:t xml:space="preserve">; </w:t>
      </w:r>
      <w:proofErr w:type="spellStart"/>
      <w:r>
        <w:t>you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proud</w:t>
      </w:r>
      <w:proofErr w:type="spellEnd"/>
      <w:r>
        <w:t xml:space="preserve">. </w:t>
      </w:r>
    </w:p>
    <w:p w14:paraId="2209EFC8" w14:textId="77777777" w:rsidR="00FC7B6D" w:rsidRDefault="00FC7B6D" w:rsidP="00FC7B6D">
      <w:pPr>
        <w:jc w:val="both"/>
      </w:pPr>
    </w:p>
    <w:p w14:paraId="72408D84" w14:textId="77777777" w:rsidR="00FC7B6D" w:rsidRDefault="00FC7B6D" w:rsidP="00FC7B6D">
      <w:pPr>
        <w:jc w:val="both"/>
      </w:pPr>
      <w:proofErr w:type="spellStart"/>
      <w:r>
        <w:t>My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story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closely</w:t>
      </w:r>
      <w:proofErr w:type="spellEnd"/>
      <w:r>
        <w:t xml:space="preserve"> </w:t>
      </w:r>
      <w:proofErr w:type="spellStart"/>
      <w:r>
        <w:t>linked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dearly</w:t>
      </w:r>
      <w:proofErr w:type="spellEnd"/>
      <w:r>
        <w:t xml:space="preserve"> </w:t>
      </w:r>
      <w:proofErr w:type="spellStart"/>
      <w:r>
        <w:t>beloved</w:t>
      </w:r>
      <w:proofErr w:type="spellEnd"/>
      <w:r>
        <w:t xml:space="preserve"> </w:t>
      </w:r>
      <w:proofErr w:type="spellStart"/>
      <w:r w:rsidRPr="008607BB">
        <w:rPr>
          <w:i/>
        </w:rPr>
        <w:t>alma</w:t>
      </w:r>
      <w:proofErr w:type="spellEnd"/>
      <w:r w:rsidRPr="008607BB">
        <w:rPr>
          <w:i/>
        </w:rPr>
        <w:t xml:space="preserve"> mater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deeply</w:t>
      </w:r>
      <w:proofErr w:type="spellEnd"/>
      <w:r>
        <w:t xml:space="preserve"> </w:t>
      </w:r>
      <w:proofErr w:type="spellStart"/>
      <w:r>
        <w:t>rooted</w:t>
      </w:r>
      <w:proofErr w:type="spellEnd"/>
      <w:r>
        <w:t xml:space="preserve"> in </w:t>
      </w:r>
      <w:proofErr w:type="spellStart"/>
      <w:r>
        <w:t>its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-- </w:t>
      </w:r>
      <w:proofErr w:type="spellStart"/>
      <w:r>
        <w:t>tenacity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resilience</w:t>
      </w:r>
      <w:proofErr w:type="spellEnd"/>
      <w:r>
        <w:t xml:space="preserve">. The </w:t>
      </w:r>
      <w:proofErr w:type="spellStart"/>
      <w:r>
        <w:t>former</w:t>
      </w:r>
      <w:proofErr w:type="spellEnd"/>
      <w:r>
        <w:t xml:space="preserve"> </w:t>
      </w:r>
      <w:proofErr w:type="spellStart"/>
      <w:r>
        <w:t>helps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persist</w:t>
      </w:r>
      <w:proofErr w:type="spellEnd"/>
      <w:r>
        <w:t xml:space="preserve"> in </w:t>
      </w:r>
      <w:proofErr w:type="spellStart"/>
      <w:r>
        <w:t>pursuing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goals</w:t>
      </w:r>
      <w:proofErr w:type="spellEnd"/>
      <w:r>
        <w:t xml:space="preserve">; </w:t>
      </w:r>
      <w:proofErr w:type="spellStart"/>
      <w:r>
        <w:t>the</w:t>
      </w:r>
      <w:proofErr w:type="spellEnd"/>
      <w:r w:rsidR="00E243A9">
        <w:t xml:space="preserve"> </w:t>
      </w:r>
      <w:proofErr w:type="spellStart"/>
      <w:r w:rsidR="00E243A9">
        <w:t>latter</w:t>
      </w:r>
      <w:proofErr w:type="spellEnd"/>
      <w:r w:rsidR="00E243A9">
        <w:t xml:space="preserve"> </w:t>
      </w:r>
      <w:proofErr w:type="spellStart"/>
      <w:r w:rsidR="00E243A9">
        <w:t>allows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 w:rsidR="00E243A9">
        <w:t>to</w:t>
      </w:r>
      <w:proofErr w:type="spellEnd"/>
      <w:r w:rsidR="00E243A9">
        <w:t xml:space="preserve"> </w:t>
      </w:r>
      <w:proofErr w:type="spellStart"/>
      <w:r w:rsidR="00E243A9">
        <w:t>retain</w:t>
      </w:r>
      <w:proofErr w:type="spellEnd"/>
      <w:r w:rsidR="00E243A9">
        <w:t xml:space="preserve"> </w:t>
      </w:r>
      <w:proofErr w:type="spellStart"/>
      <w:r w:rsidR="00E243A9">
        <w:t>hope</w:t>
      </w:r>
      <w:proofErr w:type="spellEnd"/>
      <w:r w:rsidR="00E243A9">
        <w:t xml:space="preserve"> in </w:t>
      </w:r>
      <w:proofErr w:type="spellStart"/>
      <w:r w:rsidR="00E243A9">
        <w:t>the</w:t>
      </w:r>
      <w:proofErr w:type="spellEnd"/>
      <w:r w:rsidR="00E243A9">
        <w:t xml:space="preserve"> </w:t>
      </w:r>
      <w:proofErr w:type="spellStart"/>
      <w:r w:rsidR="00E243A9">
        <w:t>face</w:t>
      </w:r>
      <w:proofErr w:type="spellEnd"/>
      <w:r w:rsidR="00E243A9">
        <w:t xml:space="preserve"> </w:t>
      </w:r>
      <w:proofErr w:type="spellStart"/>
      <w:r w:rsidR="00E243A9">
        <w:t>of</w:t>
      </w:r>
      <w:proofErr w:type="spellEnd"/>
      <w:r w:rsidR="00E243A9">
        <w:t xml:space="preserve"> </w:t>
      </w:r>
      <w:proofErr w:type="spellStart"/>
      <w:r w:rsidR="00E243A9">
        <w:t>difficulty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instrumental </w:t>
      </w:r>
      <w:proofErr w:type="spellStart"/>
      <w:r>
        <w:t>to</w:t>
      </w:r>
      <w:proofErr w:type="spellEnd"/>
      <w:r>
        <w:t xml:space="preserve"> </w:t>
      </w:r>
      <w:proofErr w:type="spellStart"/>
      <w:r>
        <w:t>honing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time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effort</w:t>
      </w:r>
      <w:proofErr w:type="spellEnd"/>
      <w:r>
        <w:t xml:space="preserve">. </w:t>
      </w:r>
    </w:p>
    <w:p w14:paraId="3181F432" w14:textId="77777777" w:rsidR="00FC7B6D" w:rsidRDefault="00FC7B6D" w:rsidP="00FC7B6D">
      <w:pPr>
        <w:jc w:val="both"/>
      </w:pPr>
    </w:p>
    <w:p w14:paraId="6181E3B9" w14:textId="77777777" w:rsidR="00FC7B6D" w:rsidRDefault="00FC7B6D" w:rsidP="00FC7B6D">
      <w:pPr>
        <w:jc w:val="both"/>
      </w:pPr>
      <w:proofErr w:type="spellStart"/>
      <w:r>
        <w:t>Mastery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not happen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night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certainly</w:t>
      </w:r>
      <w:proofErr w:type="spellEnd"/>
      <w:r>
        <w:t xml:space="preserve"> </w:t>
      </w:r>
      <w:proofErr w:type="spellStart"/>
      <w:r>
        <w:t>takes</w:t>
      </w:r>
      <w:proofErr w:type="spellEnd"/>
      <w:r>
        <w:t xml:space="preserve"> a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. </w:t>
      </w:r>
      <w:proofErr w:type="spellStart"/>
      <w:r>
        <w:t>Yet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valuable</w:t>
      </w:r>
      <w:proofErr w:type="spellEnd"/>
      <w:r>
        <w:t xml:space="preserve"> </w:t>
      </w:r>
      <w:proofErr w:type="spellStart"/>
      <w:r>
        <w:t>investment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enriches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understanding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cultures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subsequently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enriches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understanding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. The </w:t>
      </w:r>
      <w:proofErr w:type="spellStart"/>
      <w:r>
        <w:t>gains</w:t>
      </w:r>
      <w:proofErr w:type="spellEnd"/>
      <w:r>
        <w:t xml:space="preserve"> in </w:t>
      </w:r>
      <w:proofErr w:type="spellStart"/>
      <w:r>
        <w:t>acquiring</w:t>
      </w:r>
      <w:proofErr w:type="spellEnd"/>
      <w:r>
        <w:t xml:space="preserve"> a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subtle</w:t>
      </w:r>
      <w:proofErr w:type="spellEnd"/>
      <w:r>
        <w:t xml:space="preserve">;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imperceptable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time. But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evolve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informed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compassionate</w:t>
      </w:r>
      <w:proofErr w:type="spellEnd"/>
      <w:r>
        <w:t xml:space="preserve"> individual </w:t>
      </w:r>
      <w:proofErr w:type="spellStart"/>
      <w:r>
        <w:t>and</w:t>
      </w:r>
      <w:proofErr w:type="spellEnd"/>
      <w:r>
        <w:t xml:space="preserve"> live a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interesting</w:t>
      </w:r>
      <w:proofErr w:type="spellEnd"/>
      <w:r>
        <w:t xml:space="preserve"> </w:t>
      </w:r>
      <w:proofErr w:type="spellStart"/>
      <w:r>
        <w:t>life</w:t>
      </w:r>
      <w:proofErr w:type="spellEnd"/>
      <w:r>
        <w:t>.</w:t>
      </w:r>
    </w:p>
    <w:p w14:paraId="4F0A2DF0" w14:textId="77777777" w:rsidR="00FC7B6D" w:rsidRDefault="00FC7B6D" w:rsidP="00FC7B6D">
      <w:pPr>
        <w:jc w:val="both"/>
      </w:pPr>
    </w:p>
    <w:p w14:paraId="54912215" w14:textId="6B8D8174" w:rsidR="00FC7B6D" w:rsidRDefault="00FC7B6D" w:rsidP="00FC7B6D">
      <w:pPr>
        <w:jc w:val="both"/>
      </w:pPr>
      <w:bookmarkStart w:id="0" w:name="_GoBack"/>
      <w:bookmarkEnd w:id="0"/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to</w:t>
      </w:r>
      <w:proofErr w:type="spellEnd"/>
      <w:r w:rsidR="00501BDF">
        <w:t xml:space="preserve"> </w:t>
      </w:r>
      <w:r>
        <w:t>!</w:t>
      </w:r>
    </w:p>
    <w:p w14:paraId="5ED56DEC" w14:textId="77777777" w:rsidR="00FC7B6D" w:rsidRDefault="00FC7B6D" w:rsidP="00FC7B6D">
      <w:pPr>
        <w:jc w:val="both"/>
      </w:pPr>
    </w:p>
    <w:p w14:paraId="7E2EC3AB" w14:textId="6315778C" w:rsidR="00501BDF" w:rsidRDefault="00501BDF" w:rsidP="00FC7B6D">
      <w:pPr>
        <w:jc w:val="both"/>
      </w:pPr>
      <w:proofErr w:type="spellStart"/>
      <w:r>
        <w:t>Sincere</w:t>
      </w:r>
      <w:proofErr w:type="spellEnd"/>
      <w:r>
        <w:t xml:space="preserve"> </w:t>
      </w:r>
      <w:proofErr w:type="spellStart"/>
      <w:r>
        <w:t>greetings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Austrian </w:t>
      </w:r>
      <w:proofErr w:type="gramStart"/>
      <w:r>
        <w:t>Vorarlberg !</w:t>
      </w:r>
      <w:proofErr w:type="gramEnd"/>
    </w:p>
    <w:p w14:paraId="49981C96" w14:textId="77777777" w:rsidR="00501BDF" w:rsidRDefault="00501BDF" w:rsidP="00FC7B6D">
      <w:pPr>
        <w:jc w:val="both"/>
      </w:pPr>
    </w:p>
    <w:p w14:paraId="3CE6DEF6" w14:textId="77777777" w:rsidR="00FC7B6D" w:rsidRDefault="00FC7B6D" w:rsidP="00FC7B6D">
      <w:pPr>
        <w:jc w:val="both"/>
      </w:pPr>
      <w:proofErr w:type="spellStart"/>
      <w:r>
        <w:t>Yours</w:t>
      </w:r>
      <w:proofErr w:type="spellEnd"/>
      <w:r>
        <w:t>,</w:t>
      </w:r>
    </w:p>
    <w:p w14:paraId="0004503F" w14:textId="77777777" w:rsidR="00FC7B6D" w:rsidRDefault="00FC7B6D" w:rsidP="00FC7B6D">
      <w:pPr>
        <w:jc w:val="both"/>
      </w:pPr>
      <w:r>
        <w:t xml:space="preserve">Julia Davydova </w:t>
      </w:r>
    </w:p>
    <w:p w14:paraId="4087424D" w14:textId="77777777" w:rsidR="00DD47AD" w:rsidRPr="00911165" w:rsidRDefault="00DD47AD" w:rsidP="00FC7B6D">
      <w:pPr>
        <w:tabs>
          <w:tab w:val="left" w:pos="2442"/>
          <w:tab w:val="left" w:pos="7531"/>
          <w:tab w:val="left" w:pos="7867"/>
        </w:tabs>
        <w:rPr>
          <w:rFonts w:ascii="Lucida Sans" w:hAnsi="Lucida Sans" w:cs="Lucida Sans Unicode"/>
          <w:color w:val="000000"/>
          <w:sz w:val="20"/>
          <w:szCs w:val="20"/>
        </w:rPr>
      </w:pPr>
    </w:p>
    <w:sectPr w:rsidR="00DD47AD" w:rsidRPr="00911165" w:rsidSect="00592B55">
      <w:headerReference w:type="default" r:id="rId9"/>
      <w:pgSz w:w="11906" w:h="16838"/>
      <w:pgMar w:top="1417" w:right="1141" w:bottom="1134" w:left="1372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2A4FF" w14:textId="77777777" w:rsidR="00BF0019" w:rsidRDefault="00BF0019">
      <w:r>
        <w:separator/>
      </w:r>
    </w:p>
  </w:endnote>
  <w:endnote w:type="continuationSeparator" w:id="0">
    <w:p w14:paraId="18198173" w14:textId="77777777" w:rsidR="00BF0019" w:rsidRDefault="00BF0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F6445" w14:textId="77777777" w:rsidR="00BF0019" w:rsidRDefault="00BF0019">
      <w:r>
        <w:separator/>
      </w:r>
    </w:p>
  </w:footnote>
  <w:footnote w:type="continuationSeparator" w:id="0">
    <w:p w14:paraId="67FB3B0A" w14:textId="77777777" w:rsidR="00BF0019" w:rsidRDefault="00BF00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825A6" w14:textId="77777777" w:rsidR="00BF0019" w:rsidRDefault="00BF0019" w:rsidP="00101A1F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0D50725" wp14:editId="777FD6F4">
              <wp:simplePos x="0" y="0"/>
              <wp:positionH relativeFrom="column">
                <wp:posOffset>5143500</wp:posOffset>
              </wp:positionH>
              <wp:positionV relativeFrom="paragraph">
                <wp:posOffset>35560</wp:posOffset>
              </wp:positionV>
              <wp:extent cx="1143000" cy="1090930"/>
              <wp:effectExtent l="0" t="0" r="0" b="3810"/>
              <wp:wrapNone/>
              <wp:docPr id="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148EC7" w14:textId="77777777" w:rsidR="00BF0019" w:rsidRPr="00FD771F" w:rsidRDefault="00BF0019" w:rsidP="00D464CB">
                          <w:pPr>
                            <w:tabs>
                              <w:tab w:val="left" w:pos="238"/>
                            </w:tabs>
                            <w:jc w:val="right"/>
                            <w:rPr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</w:rPr>
                          </w:pPr>
                          <w:r w:rsidRPr="00FD771F">
                            <w:rPr>
                              <w:rStyle w:val="Seitenzahl"/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D771F">
                            <w:rPr>
                              <w:rStyle w:val="Seitenzahl"/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FD771F">
                            <w:rPr>
                              <w:rStyle w:val="Seitenzahl"/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55E7E">
                            <w:rPr>
                              <w:rStyle w:val="Seitenzahl"/>
                              <w:rFonts w:ascii="Lucida Sans Unicode" w:hAnsi="Lucida Sans Unicode" w:cs="Lucida Sans Unicode"/>
                              <w:noProof/>
                              <w:color w:val="808080"/>
                              <w:sz w:val="18"/>
                              <w:szCs w:val="18"/>
                            </w:rPr>
                            <w:t>1</w:t>
                          </w:r>
                          <w:r w:rsidRPr="00FD771F">
                            <w:rPr>
                              <w:rStyle w:val="Seitenzahl"/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FD771F">
                            <w:rPr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  <w:lang w:val="de-CH"/>
                            </w:rPr>
                            <w:t xml:space="preserve"> von </w:t>
                          </w:r>
                          <w:r w:rsidRPr="00FD771F">
                            <w:rPr>
                              <w:rStyle w:val="Seitenzahl"/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D771F">
                            <w:rPr>
                              <w:rStyle w:val="Seitenzahl"/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</w:rPr>
                            <w:instrText xml:space="preserve"> NUMPAGES </w:instrText>
                          </w:r>
                          <w:r w:rsidRPr="00FD771F">
                            <w:rPr>
                              <w:rStyle w:val="Seitenzahl"/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55E7E">
                            <w:rPr>
                              <w:rStyle w:val="Seitenzahl"/>
                              <w:rFonts w:ascii="Lucida Sans Unicode" w:hAnsi="Lucida Sans Unicode" w:cs="Lucida Sans Unicode"/>
                              <w:noProof/>
                              <w:color w:val="808080"/>
                              <w:sz w:val="18"/>
                              <w:szCs w:val="18"/>
                            </w:rPr>
                            <w:t>1</w:t>
                          </w:r>
                          <w:r w:rsidRPr="00FD771F">
                            <w:rPr>
                              <w:rStyle w:val="Seitenzahl"/>
                              <w:rFonts w:ascii="Lucida Sans Unicode" w:hAnsi="Lucida Sans Unicode" w:cs="Lucida Sans Unicode"/>
                              <w:color w:val="8080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7" o:spid="_x0000_s1031" type="#_x0000_t202" style="position:absolute;margin-left:405pt;margin-top:2.8pt;width:90pt;height:85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" filled="f" stroked="f">
              <v:textbox inset="0,0,0,0">
                <w:txbxContent>
                  <w:p w14:paraId="75148EC7" w14:textId="77777777" w:rsidR="00BF0019" w:rsidRPr="00FD771F" w:rsidRDefault="00BF0019" w:rsidP="00D464CB">
                    <w:pPr>
                      <w:tabs>
                        <w:tab w:val="left" w:pos="238"/>
                      </w:tabs>
                      <w:jc w:val="right"/>
                      <w:rPr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</w:rPr>
                    </w:pPr>
                    <w:r w:rsidRPr="00FD771F">
                      <w:rPr>
                        <w:rStyle w:val="Seitenzahl"/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</w:rPr>
                      <w:fldChar w:fldCharType="begin"/>
                    </w:r>
                    <w:r w:rsidRPr="00FD771F">
                      <w:rPr>
                        <w:rStyle w:val="Seitenzahl"/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</w:rPr>
                      <w:instrText xml:space="preserve"> PAGE </w:instrText>
                    </w:r>
                    <w:r w:rsidRPr="00FD771F">
                      <w:rPr>
                        <w:rStyle w:val="Seitenzahl"/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</w:rPr>
                      <w:fldChar w:fldCharType="separate"/>
                    </w:r>
                    <w:r w:rsidR="00F55E7E">
                      <w:rPr>
                        <w:rStyle w:val="Seitenzahl"/>
                        <w:rFonts w:ascii="Lucida Sans Unicode" w:hAnsi="Lucida Sans Unicode" w:cs="Lucida Sans Unicode"/>
                        <w:noProof/>
                        <w:color w:val="808080"/>
                        <w:sz w:val="18"/>
                        <w:szCs w:val="18"/>
                      </w:rPr>
                      <w:t>1</w:t>
                    </w:r>
                    <w:r w:rsidRPr="00FD771F">
                      <w:rPr>
                        <w:rStyle w:val="Seitenzahl"/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</w:rPr>
                      <w:fldChar w:fldCharType="end"/>
                    </w:r>
                    <w:r w:rsidRPr="00FD771F">
                      <w:rPr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  <w:lang w:val="de-CH"/>
                      </w:rPr>
                      <w:t xml:space="preserve"> von </w:t>
                    </w:r>
                    <w:r w:rsidRPr="00FD771F">
                      <w:rPr>
                        <w:rStyle w:val="Seitenzahl"/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</w:rPr>
                      <w:fldChar w:fldCharType="begin"/>
                    </w:r>
                    <w:r w:rsidRPr="00FD771F">
                      <w:rPr>
                        <w:rStyle w:val="Seitenzahl"/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</w:rPr>
                      <w:instrText xml:space="preserve"> NUMPAGES </w:instrText>
                    </w:r>
                    <w:r w:rsidRPr="00FD771F">
                      <w:rPr>
                        <w:rStyle w:val="Seitenzahl"/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</w:rPr>
                      <w:fldChar w:fldCharType="separate"/>
                    </w:r>
                    <w:r w:rsidR="00F55E7E">
                      <w:rPr>
                        <w:rStyle w:val="Seitenzahl"/>
                        <w:rFonts w:ascii="Lucida Sans Unicode" w:hAnsi="Lucida Sans Unicode" w:cs="Lucida Sans Unicode"/>
                        <w:noProof/>
                        <w:color w:val="808080"/>
                        <w:sz w:val="18"/>
                        <w:szCs w:val="18"/>
                      </w:rPr>
                      <w:t>1</w:t>
                    </w:r>
                    <w:r w:rsidRPr="00FD771F">
                      <w:rPr>
                        <w:rStyle w:val="Seitenzahl"/>
                        <w:rFonts w:ascii="Lucida Sans Unicode" w:hAnsi="Lucida Sans Unicode" w:cs="Lucida Sans Unicode"/>
                        <w:color w:val="8080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7E663789" wp14:editId="326D8E5D">
              <wp:simplePos x="0" y="0"/>
              <wp:positionH relativeFrom="column">
                <wp:posOffset>6082030</wp:posOffset>
              </wp:positionH>
              <wp:positionV relativeFrom="paragraph">
                <wp:posOffset>-453390</wp:posOffset>
              </wp:positionV>
              <wp:extent cx="0" cy="431800"/>
              <wp:effectExtent l="125730" t="130810" r="140970" b="135890"/>
              <wp:wrapNone/>
              <wp:docPr id="6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431800"/>
                      </a:xfrm>
                      <a:prstGeom prst="line">
                        <a:avLst/>
                      </a:prstGeom>
                      <a:noFill/>
                      <a:ln w="231775">
                        <a:solidFill>
                          <a:srgbClr val="B7CDE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1026" style="position:absolute;flip:y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9pt,-35.65pt" to="478.9pt,-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" strokecolor="#b7cdea" strokeweight="18.25pt"/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FFB488C" wp14:editId="561AF6A1">
              <wp:simplePos x="0" y="0"/>
              <wp:positionH relativeFrom="column">
                <wp:posOffset>4494530</wp:posOffset>
              </wp:positionH>
              <wp:positionV relativeFrom="paragraph">
                <wp:posOffset>-453390</wp:posOffset>
              </wp:positionV>
              <wp:extent cx="0" cy="431800"/>
              <wp:effectExtent l="100330" t="105410" r="115570" b="110490"/>
              <wp:wrapNone/>
              <wp:docPr id="5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431800"/>
                      </a:xfrm>
                      <a:prstGeom prst="line">
                        <a:avLst/>
                      </a:prstGeom>
                      <a:noFill/>
                      <a:ln w="171450">
                        <a:solidFill>
                          <a:srgbClr val="B7CDE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1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9pt,-35.65pt" to="353.9pt,-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" strokecolor="#b7cdea" strokeweight="13.5pt"/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3745B2C" wp14:editId="01DA9B47">
              <wp:simplePos x="0" y="0"/>
              <wp:positionH relativeFrom="column">
                <wp:posOffset>2971800</wp:posOffset>
              </wp:positionH>
              <wp:positionV relativeFrom="paragraph">
                <wp:posOffset>-457835</wp:posOffset>
              </wp:positionV>
              <wp:extent cx="0" cy="431800"/>
              <wp:effectExtent l="63500" t="62865" r="76200" b="76835"/>
              <wp:wrapNone/>
              <wp:docPr id="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431800"/>
                      </a:xfrm>
                      <a:prstGeom prst="line">
                        <a:avLst/>
                      </a:prstGeom>
                      <a:noFill/>
                      <a:ln w="114300">
                        <a:solidFill>
                          <a:srgbClr val="B7CDE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-36pt" to="234pt,-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" strokecolor="#b7cdea" strokeweight="9pt"/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A83A2AC" wp14:editId="67047CF2">
              <wp:simplePos x="0" y="0"/>
              <wp:positionH relativeFrom="column">
                <wp:posOffset>4000500</wp:posOffset>
              </wp:positionH>
              <wp:positionV relativeFrom="paragraph">
                <wp:posOffset>-267335</wp:posOffset>
              </wp:positionV>
              <wp:extent cx="2514600" cy="236855"/>
              <wp:effectExtent l="0" t="0" r="0" b="508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236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A03B3B" w14:textId="77777777" w:rsidR="00BF0019" w:rsidRPr="003D5273" w:rsidRDefault="00BF0019" w:rsidP="00101A1F">
                          <w:pPr>
                            <w:rPr>
                              <w:rFonts w:ascii="Lucida Sans Unicode" w:hAnsi="Lucida Sans Unicode" w:cs="Lucida Sans Unicode"/>
                              <w:sz w:val="20"/>
                              <w:szCs w:val="20"/>
                              <w:lang w:val="de-CH"/>
                            </w:rPr>
                          </w:pPr>
                          <w:r w:rsidRPr="003D5273">
                            <w:rPr>
                              <w:rFonts w:ascii="Lucida Sans Unicode" w:hAnsi="Lucida Sans Unicode" w:cs="Lucida Sans Unicode"/>
                              <w:sz w:val="20"/>
                              <w:szCs w:val="20"/>
                              <w:lang w:val="de-CH"/>
                            </w:rPr>
                            <w:t>Pädagogische Hochschule Vorarlberg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2" type="#_x0000_t202" style="position:absolute;margin-left:315pt;margin-top:-21pt;width:198pt;height:18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" filled="f" stroked="f">
              <v:textbox inset="0,0,0,0">
                <w:txbxContent>
                  <w:p w14:paraId="5EA03B3B" w14:textId="77777777" w:rsidR="00BF0019" w:rsidRPr="003D5273" w:rsidRDefault="00BF0019" w:rsidP="00101A1F">
                    <w:pPr>
                      <w:rPr>
                        <w:rFonts w:ascii="Lucida Sans Unicode" w:hAnsi="Lucida Sans Unicode" w:cs="Lucida Sans Unicode"/>
                        <w:sz w:val="20"/>
                        <w:szCs w:val="20"/>
                        <w:lang w:val="de-CH"/>
                      </w:rPr>
                    </w:pPr>
                    <w:r w:rsidRPr="003D5273">
                      <w:rPr>
                        <w:rFonts w:ascii="Lucida Sans Unicode" w:hAnsi="Lucida Sans Unicode" w:cs="Lucida Sans Unicode"/>
                        <w:sz w:val="20"/>
                        <w:szCs w:val="20"/>
                        <w:lang w:val="de-CH"/>
                      </w:rPr>
                      <w:t>Pädagogische Hochschule Vorarlberg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23A464D" wp14:editId="00A7D184">
              <wp:simplePos x="0" y="0"/>
              <wp:positionH relativeFrom="column">
                <wp:posOffset>1485900</wp:posOffset>
              </wp:positionH>
              <wp:positionV relativeFrom="paragraph">
                <wp:posOffset>-457835</wp:posOffset>
              </wp:positionV>
              <wp:extent cx="0" cy="431800"/>
              <wp:effectExtent l="50800" t="50165" r="63500" b="64135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431800"/>
                      </a:xfrm>
                      <a:prstGeom prst="line">
                        <a:avLst/>
                      </a:prstGeom>
                      <a:noFill/>
                      <a:ln w="82550">
                        <a:solidFill>
                          <a:srgbClr val="B7CDE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-36pt" to="117pt,-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" strokecolor="#b7cdea" strokeweight="6.5pt"/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1D6AC0" wp14:editId="209531A1">
              <wp:simplePos x="0" y="0"/>
              <wp:positionH relativeFrom="column">
                <wp:posOffset>16510</wp:posOffset>
              </wp:positionH>
              <wp:positionV relativeFrom="paragraph">
                <wp:posOffset>-457835</wp:posOffset>
              </wp:positionV>
              <wp:extent cx="0" cy="431800"/>
              <wp:effectExtent l="41910" t="37465" r="46990" b="51435"/>
              <wp:wrapNone/>
              <wp:docPr id="1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431800"/>
                      </a:xfrm>
                      <a:prstGeom prst="line">
                        <a:avLst/>
                      </a:prstGeom>
                      <a:noFill/>
                      <a:ln w="53975">
                        <a:solidFill>
                          <a:srgbClr val="B7CDE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-36pt" to="1.3pt,-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" strokecolor="#b7cdea" strokeweight="4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E9A34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B6D"/>
    <w:rsid w:val="00001702"/>
    <w:rsid w:val="00001BFA"/>
    <w:rsid w:val="00004188"/>
    <w:rsid w:val="00022572"/>
    <w:rsid w:val="0004016A"/>
    <w:rsid w:val="00044B70"/>
    <w:rsid w:val="000612CB"/>
    <w:rsid w:val="0006208F"/>
    <w:rsid w:val="00073885"/>
    <w:rsid w:val="000A0E6F"/>
    <w:rsid w:val="000A498D"/>
    <w:rsid w:val="000B5112"/>
    <w:rsid w:val="000C151D"/>
    <w:rsid w:val="000C28F4"/>
    <w:rsid w:val="000C3A0A"/>
    <w:rsid w:val="000D3C22"/>
    <w:rsid w:val="000E02EF"/>
    <w:rsid w:val="000E671E"/>
    <w:rsid w:val="00101A1F"/>
    <w:rsid w:val="00113E2A"/>
    <w:rsid w:val="0012002F"/>
    <w:rsid w:val="0012135F"/>
    <w:rsid w:val="00136B4C"/>
    <w:rsid w:val="0014100A"/>
    <w:rsid w:val="0014468A"/>
    <w:rsid w:val="00170291"/>
    <w:rsid w:val="00185558"/>
    <w:rsid w:val="00187787"/>
    <w:rsid w:val="00192AA8"/>
    <w:rsid w:val="00196AA4"/>
    <w:rsid w:val="001A2742"/>
    <w:rsid w:val="001A57A6"/>
    <w:rsid w:val="001B5092"/>
    <w:rsid w:val="001B6DD2"/>
    <w:rsid w:val="001C2B87"/>
    <w:rsid w:val="001D2914"/>
    <w:rsid w:val="00203AAF"/>
    <w:rsid w:val="00217EC8"/>
    <w:rsid w:val="00221A6F"/>
    <w:rsid w:val="00233EF8"/>
    <w:rsid w:val="00234F5E"/>
    <w:rsid w:val="00241C1A"/>
    <w:rsid w:val="00242042"/>
    <w:rsid w:val="00246C9F"/>
    <w:rsid w:val="002510A2"/>
    <w:rsid w:val="0025607E"/>
    <w:rsid w:val="0026491D"/>
    <w:rsid w:val="00266996"/>
    <w:rsid w:val="0027661F"/>
    <w:rsid w:val="00283842"/>
    <w:rsid w:val="00286CB8"/>
    <w:rsid w:val="002A3AFC"/>
    <w:rsid w:val="002A795F"/>
    <w:rsid w:val="002B53EA"/>
    <w:rsid w:val="002D117A"/>
    <w:rsid w:val="002D4EC5"/>
    <w:rsid w:val="002D6785"/>
    <w:rsid w:val="002D7484"/>
    <w:rsid w:val="002E2EAD"/>
    <w:rsid w:val="002E4755"/>
    <w:rsid w:val="002E52CC"/>
    <w:rsid w:val="002E57B7"/>
    <w:rsid w:val="002F0762"/>
    <w:rsid w:val="00316396"/>
    <w:rsid w:val="00332800"/>
    <w:rsid w:val="003559E7"/>
    <w:rsid w:val="003778B4"/>
    <w:rsid w:val="00397384"/>
    <w:rsid w:val="003A2E0D"/>
    <w:rsid w:val="003A77E2"/>
    <w:rsid w:val="003B2BFD"/>
    <w:rsid w:val="003B4354"/>
    <w:rsid w:val="003C44D5"/>
    <w:rsid w:val="003D5273"/>
    <w:rsid w:val="003E3E62"/>
    <w:rsid w:val="003E5572"/>
    <w:rsid w:val="003E5E95"/>
    <w:rsid w:val="003E68C7"/>
    <w:rsid w:val="003F404B"/>
    <w:rsid w:val="00403A42"/>
    <w:rsid w:val="00435E22"/>
    <w:rsid w:val="00450465"/>
    <w:rsid w:val="004722FF"/>
    <w:rsid w:val="004827B5"/>
    <w:rsid w:val="00490381"/>
    <w:rsid w:val="004914B9"/>
    <w:rsid w:val="00494874"/>
    <w:rsid w:val="004A4640"/>
    <w:rsid w:val="004A4AE0"/>
    <w:rsid w:val="004B5A0A"/>
    <w:rsid w:val="004C18D8"/>
    <w:rsid w:val="004D66C3"/>
    <w:rsid w:val="004E4144"/>
    <w:rsid w:val="004E6A41"/>
    <w:rsid w:val="004F47B7"/>
    <w:rsid w:val="00501BDF"/>
    <w:rsid w:val="00531FA1"/>
    <w:rsid w:val="00545589"/>
    <w:rsid w:val="00553A08"/>
    <w:rsid w:val="00554DAD"/>
    <w:rsid w:val="0055708E"/>
    <w:rsid w:val="005640A3"/>
    <w:rsid w:val="005678DE"/>
    <w:rsid w:val="00580518"/>
    <w:rsid w:val="005859DB"/>
    <w:rsid w:val="00592B55"/>
    <w:rsid w:val="00597F00"/>
    <w:rsid w:val="005A582E"/>
    <w:rsid w:val="005A6AF3"/>
    <w:rsid w:val="005B06C2"/>
    <w:rsid w:val="005D26C6"/>
    <w:rsid w:val="005E3EF9"/>
    <w:rsid w:val="005E5A34"/>
    <w:rsid w:val="0060162F"/>
    <w:rsid w:val="00605E46"/>
    <w:rsid w:val="00610C18"/>
    <w:rsid w:val="006158A7"/>
    <w:rsid w:val="0062161D"/>
    <w:rsid w:val="006266FF"/>
    <w:rsid w:val="00626D27"/>
    <w:rsid w:val="006306A4"/>
    <w:rsid w:val="006321B5"/>
    <w:rsid w:val="0063328D"/>
    <w:rsid w:val="00644FE9"/>
    <w:rsid w:val="00650FE9"/>
    <w:rsid w:val="006519AE"/>
    <w:rsid w:val="006559AB"/>
    <w:rsid w:val="006579EC"/>
    <w:rsid w:val="006723EC"/>
    <w:rsid w:val="00682A3D"/>
    <w:rsid w:val="00694D8D"/>
    <w:rsid w:val="00695AB7"/>
    <w:rsid w:val="00696771"/>
    <w:rsid w:val="006B377F"/>
    <w:rsid w:val="006D3E7B"/>
    <w:rsid w:val="006D44E2"/>
    <w:rsid w:val="006D663D"/>
    <w:rsid w:val="006E087D"/>
    <w:rsid w:val="006F707B"/>
    <w:rsid w:val="00700078"/>
    <w:rsid w:val="00706A17"/>
    <w:rsid w:val="00713B87"/>
    <w:rsid w:val="0072138B"/>
    <w:rsid w:val="00742FE6"/>
    <w:rsid w:val="00747409"/>
    <w:rsid w:val="00750D94"/>
    <w:rsid w:val="0075247F"/>
    <w:rsid w:val="007570F4"/>
    <w:rsid w:val="0076356C"/>
    <w:rsid w:val="00765432"/>
    <w:rsid w:val="0077395F"/>
    <w:rsid w:val="00797922"/>
    <w:rsid w:val="007C6C1B"/>
    <w:rsid w:val="007D029A"/>
    <w:rsid w:val="007E05CD"/>
    <w:rsid w:val="007F2E57"/>
    <w:rsid w:val="007F478A"/>
    <w:rsid w:val="007F4B31"/>
    <w:rsid w:val="0080390F"/>
    <w:rsid w:val="0080486B"/>
    <w:rsid w:val="00816EDB"/>
    <w:rsid w:val="008258D5"/>
    <w:rsid w:val="00827136"/>
    <w:rsid w:val="0085061D"/>
    <w:rsid w:val="00855B01"/>
    <w:rsid w:val="00860BEE"/>
    <w:rsid w:val="00864A3C"/>
    <w:rsid w:val="00872EE1"/>
    <w:rsid w:val="00873691"/>
    <w:rsid w:val="008740C3"/>
    <w:rsid w:val="008760D1"/>
    <w:rsid w:val="00882536"/>
    <w:rsid w:val="0089580F"/>
    <w:rsid w:val="008B6B97"/>
    <w:rsid w:val="008E0E41"/>
    <w:rsid w:val="008E515D"/>
    <w:rsid w:val="008F4C9E"/>
    <w:rsid w:val="008F74FD"/>
    <w:rsid w:val="00902BCB"/>
    <w:rsid w:val="00911165"/>
    <w:rsid w:val="009125B2"/>
    <w:rsid w:val="00935016"/>
    <w:rsid w:val="00937027"/>
    <w:rsid w:val="00937587"/>
    <w:rsid w:val="00946980"/>
    <w:rsid w:val="00952CC8"/>
    <w:rsid w:val="009723F8"/>
    <w:rsid w:val="00972589"/>
    <w:rsid w:val="00974BF6"/>
    <w:rsid w:val="0097695A"/>
    <w:rsid w:val="009A1D40"/>
    <w:rsid w:val="009A34FB"/>
    <w:rsid w:val="009B1DB4"/>
    <w:rsid w:val="009B6E3E"/>
    <w:rsid w:val="009C088C"/>
    <w:rsid w:val="009C3D2E"/>
    <w:rsid w:val="009C7718"/>
    <w:rsid w:val="009D36DE"/>
    <w:rsid w:val="009D6CAB"/>
    <w:rsid w:val="009E03E3"/>
    <w:rsid w:val="009F11F5"/>
    <w:rsid w:val="00A16B36"/>
    <w:rsid w:val="00A3225E"/>
    <w:rsid w:val="00A440BC"/>
    <w:rsid w:val="00A51DE4"/>
    <w:rsid w:val="00A54DBE"/>
    <w:rsid w:val="00A54DD6"/>
    <w:rsid w:val="00A61F13"/>
    <w:rsid w:val="00A72C78"/>
    <w:rsid w:val="00A75503"/>
    <w:rsid w:val="00A83128"/>
    <w:rsid w:val="00A91BD4"/>
    <w:rsid w:val="00A93BD0"/>
    <w:rsid w:val="00A94147"/>
    <w:rsid w:val="00AA37BF"/>
    <w:rsid w:val="00AB2BF3"/>
    <w:rsid w:val="00AD58A1"/>
    <w:rsid w:val="00AF14F3"/>
    <w:rsid w:val="00AF1F9C"/>
    <w:rsid w:val="00AF2C5E"/>
    <w:rsid w:val="00B06A4A"/>
    <w:rsid w:val="00B17B74"/>
    <w:rsid w:val="00B255D3"/>
    <w:rsid w:val="00B75F15"/>
    <w:rsid w:val="00B82BE1"/>
    <w:rsid w:val="00B844B2"/>
    <w:rsid w:val="00B94DD8"/>
    <w:rsid w:val="00BD633F"/>
    <w:rsid w:val="00BE6A59"/>
    <w:rsid w:val="00BF0019"/>
    <w:rsid w:val="00C11292"/>
    <w:rsid w:val="00C179E2"/>
    <w:rsid w:val="00C23104"/>
    <w:rsid w:val="00C27430"/>
    <w:rsid w:val="00C31249"/>
    <w:rsid w:val="00C411F0"/>
    <w:rsid w:val="00C53768"/>
    <w:rsid w:val="00C70468"/>
    <w:rsid w:val="00C70657"/>
    <w:rsid w:val="00C80014"/>
    <w:rsid w:val="00C8198F"/>
    <w:rsid w:val="00C86A9F"/>
    <w:rsid w:val="00C86C81"/>
    <w:rsid w:val="00C92657"/>
    <w:rsid w:val="00CA1101"/>
    <w:rsid w:val="00CA2A31"/>
    <w:rsid w:val="00CA6BD3"/>
    <w:rsid w:val="00CB2BF2"/>
    <w:rsid w:val="00CC515B"/>
    <w:rsid w:val="00CD2B9D"/>
    <w:rsid w:val="00CD2EA7"/>
    <w:rsid w:val="00CE0571"/>
    <w:rsid w:val="00CE6163"/>
    <w:rsid w:val="00CF13FF"/>
    <w:rsid w:val="00D11B7A"/>
    <w:rsid w:val="00D15D83"/>
    <w:rsid w:val="00D16E36"/>
    <w:rsid w:val="00D464CB"/>
    <w:rsid w:val="00D824E4"/>
    <w:rsid w:val="00D8308E"/>
    <w:rsid w:val="00D84897"/>
    <w:rsid w:val="00D912DC"/>
    <w:rsid w:val="00DA17AB"/>
    <w:rsid w:val="00DA2233"/>
    <w:rsid w:val="00DA2554"/>
    <w:rsid w:val="00DB7EBF"/>
    <w:rsid w:val="00DC6DFF"/>
    <w:rsid w:val="00DD4686"/>
    <w:rsid w:val="00DD47AD"/>
    <w:rsid w:val="00DF596B"/>
    <w:rsid w:val="00E075AC"/>
    <w:rsid w:val="00E128B5"/>
    <w:rsid w:val="00E15C38"/>
    <w:rsid w:val="00E243A9"/>
    <w:rsid w:val="00E24DE7"/>
    <w:rsid w:val="00E40658"/>
    <w:rsid w:val="00E465FA"/>
    <w:rsid w:val="00E46F34"/>
    <w:rsid w:val="00E50F21"/>
    <w:rsid w:val="00E60474"/>
    <w:rsid w:val="00E62D44"/>
    <w:rsid w:val="00E74A96"/>
    <w:rsid w:val="00E761CD"/>
    <w:rsid w:val="00E82D1F"/>
    <w:rsid w:val="00E8694B"/>
    <w:rsid w:val="00EB43AA"/>
    <w:rsid w:val="00EB65EE"/>
    <w:rsid w:val="00EC23F4"/>
    <w:rsid w:val="00ED145A"/>
    <w:rsid w:val="00EE6A13"/>
    <w:rsid w:val="00EF4639"/>
    <w:rsid w:val="00EF756C"/>
    <w:rsid w:val="00F021B6"/>
    <w:rsid w:val="00F04B80"/>
    <w:rsid w:val="00F07CDD"/>
    <w:rsid w:val="00F30DFB"/>
    <w:rsid w:val="00F35112"/>
    <w:rsid w:val="00F4799A"/>
    <w:rsid w:val="00F50564"/>
    <w:rsid w:val="00F53E51"/>
    <w:rsid w:val="00F55E7E"/>
    <w:rsid w:val="00F74D41"/>
    <w:rsid w:val="00F84348"/>
    <w:rsid w:val="00F9225C"/>
    <w:rsid w:val="00F93C48"/>
    <w:rsid w:val="00FA0FAA"/>
    <w:rsid w:val="00FA21B4"/>
    <w:rsid w:val="00FA30E0"/>
    <w:rsid w:val="00FA6E4C"/>
    <w:rsid w:val="00FC7B6D"/>
    <w:rsid w:val="00FD3794"/>
    <w:rsid w:val="00FD4E68"/>
    <w:rsid w:val="00FD771F"/>
    <w:rsid w:val="00FE655B"/>
    <w:rsid w:val="00FF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/>
    <o:shapelayout v:ext="edit">
      <o:idmap v:ext="edit" data="1"/>
    </o:shapelayout>
  </w:shapeDefaults>
  <w:decimalSymbol w:val=","/>
  <w:listSeparator w:val=";"/>
  <w14:docId w14:val="489F9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AT" w:eastAsia="de-AT"/>
    </w:rPr>
  </w:style>
  <w:style w:type="character" w:default="1" w:styleId="Absatz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101A1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01A1F"/>
    <w:pPr>
      <w:tabs>
        <w:tab w:val="center" w:pos="4536"/>
        <w:tab w:val="right" w:pos="9072"/>
      </w:tabs>
    </w:pPr>
  </w:style>
  <w:style w:type="character" w:styleId="Link">
    <w:name w:val="Hyperlink"/>
    <w:rsid w:val="0014100A"/>
    <w:rPr>
      <w:color w:val="0000FF"/>
      <w:u w:val="single"/>
    </w:rPr>
  </w:style>
  <w:style w:type="character" w:styleId="Seitenzahl">
    <w:name w:val="page number"/>
    <w:basedOn w:val="Absatzstandardschriftart"/>
    <w:rsid w:val="00D464CB"/>
  </w:style>
  <w:style w:type="paragraph" w:styleId="Sprechblasentext">
    <w:name w:val="Balloon Text"/>
    <w:basedOn w:val="Standard"/>
    <w:semiHidden/>
    <w:rsid w:val="001A57A6"/>
    <w:rPr>
      <w:rFonts w:ascii="Tahoma" w:hAnsi="Tahoma" w:cs="Tahoma"/>
      <w:sz w:val="16"/>
      <w:szCs w:val="16"/>
    </w:rPr>
  </w:style>
  <w:style w:type="character" w:styleId="Betont">
    <w:name w:val="Strong"/>
    <w:uiPriority w:val="22"/>
    <w:qFormat/>
    <w:rsid w:val="00DD47A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AT" w:eastAsia="de-AT"/>
    </w:rPr>
  </w:style>
  <w:style w:type="character" w:default="1" w:styleId="Absatz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101A1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01A1F"/>
    <w:pPr>
      <w:tabs>
        <w:tab w:val="center" w:pos="4536"/>
        <w:tab w:val="right" w:pos="9072"/>
      </w:tabs>
    </w:pPr>
  </w:style>
  <w:style w:type="character" w:styleId="Link">
    <w:name w:val="Hyperlink"/>
    <w:rsid w:val="0014100A"/>
    <w:rPr>
      <w:color w:val="0000FF"/>
      <w:u w:val="single"/>
    </w:rPr>
  </w:style>
  <w:style w:type="character" w:styleId="Seitenzahl">
    <w:name w:val="page number"/>
    <w:basedOn w:val="Absatzstandardschriftart"/>
    <w:rsid w:val="00D464CB"/>
  </w:style>
  <w:style w:type="paragraph" w:styleId="Sprechblasentext">
    <w:name w:val="Balloon Text"/>
    <w:basedOn w:val="Standard"/>
    <w:semiHidden/>
    <w:rsid w:val="001A57A6"/>
    <w:rPr>
      <w:rFonts w:ascii="Tahoma" w:hAnsi="Tahoma" w:cs="Tahoma"/>
      <w:sz w:val="16"/>
      <w:szCs w:val="16"/>
    </w:rPr>
  </w:style>
  <w:style w:type="character" w:styleId="Betont">
    <w:name w:val="Strong"/>
    <w:uiPriority w:val="22"/>
    <w:qFormat/>
    <w:rsid w:val="00DD47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D:Users:juliadavydova:Downloads:Vorlagen%20PH:BRIEFVORLAGE%20Allgemein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 Allgemein.dot</Template>
  <TotalTime>0</TotalTime>
  <Pages>1</Pages>
  <Words>174</Words>
  <Characters>1254</Characters>
  <Application>Microsoft Macintosh Word</Application>
  <DocSecurity>0</DocSecurity>
  <Lines>26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augundohr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Davydova</dc:creator>
  <cp:keywords/>
  <dc:description/>
  <cp:lastModifiedBy>Julia Davydova</cp:lastModifiedBy>
  <cp:revision>4</cp:revision>
  <cp:lastPrinted>2012-07-26T06:05:00Z</cp:lastPrinted>
  <dcterms:created xsi:type="dcterms:W3CDTF">2018-10-20T08:09:00Z</dcterms:created>
  <dcterms:modified xsi:type="dcterms:W3CDTF">2018-10-20T08:23:00Z</dcterms:modified>
</cp:coreProperties>
</file>